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2"/>
        <w:gridCol w:w="4526"/>
        <w:gridCol w:w="3198"/>
      </w:tblGrid>
      <w:tr w:rsidR="00304DB1" w:rsidRPr="00BD1852" w:rsidTr="00D75763">
        <w:trPr>
          <w:trHeight w:val="350"/>
        </w:trPr>
        <w:tc>
          <w:tcPr>
            <w:tcW w:w="1882" w:type="dxa"/>
            <w:vMerge w:val="restart"/>
          </w:tcPr>
          <w:p w:rsidR="00304DB1" w:rsidRPr="00BD1852" w:rsidRDefault="00304DB1" w:rsidP="00D75763">
            <w:pPr>
              <w:pStyle w:val="Head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margin-left:-3.75pt;margin-top:1.65pt;width:87pt;height:42.55pt;z-index:251658240;visibility:visible">
                  <v:imagedata r:id="rId7" o:title=""/>
                </v:shape>
              </w:pict>
            </w:r>
          </w:p>
        </w:tc>
        <w:tc>
          <w:tcPr>
            <w:tcW w:w="4526" w:type="dxa"/>
            <w:vMerge w:val="restart"/>
          </w:tcPr>
          <w:p w:rsidR="00304DB1" w:rsidRPr="00BD1852" w:rsidRDefault="00304DB1" w:rsidP="00D75763">
            <w:pPr>
              <w:pStyle w:val="Header"/>
              <w:rPr>
                <w:sz w:val="20"/>
              </w:rPr>
            </w:pPr>
          </w:p>
          <w:p w:rsidR="00304DB1" w:rsidRPr="00BD1852" w:rsidRDefault="00304DB1" w:rsidP="00D75763">
            <w:pPr>
              <w:pStyle w:val="Header"/>
              <w:rPr>
                <w:sz w:val="20"/>
              </w:rPr>
            </w:pPr>
            <w:r w:rsidRPr="00BD1852">
              <w:rPr>
                <w:sz w:val="20"/>
              </w:rPr>
              <w:t>Документ Форума качества КООМЕТ</w:t>
            </w:r>
          </w:p>
        </w:tc>
        <w:tc>
          <w:tcPr>
            <w:tcW w:w="3198" w:type="dxa"/>
            <w:vAlign w:val="center"/>
          </w:tcPr>
          <w:p w:rsidR="00304DB1" w:rsidRPr="00BD1852" w:rsidRDefault="00304DB1" w:rsidP="00D75763">
            <w:pPr>
              <w:pStyle w:val="Header"/>
              <w:rPr>
                <w:sz w:val="20"/>
                <w:lang w:val="ru-RU"/>
              </w:rPr>
            </w:pPr>
            <w:r w:rsidRPr="00BD1852">
              <w:rPr>
                <w:sz w:val="20"/>
              </w:rPr>
              <w:t xml:space="preserve">Кол-во страниц: </w:t>
            </w:r>
            <w:r>
              <w:rPr>
                <w:sz w:val="20"/>
              </w:rPr>
              <w:t>3</w:t>
            </w:r>
          </w:p>
        </w:tc>
      </w:tr>
      <w:tr w:rsidR="00304DB1" w:rsidRPr="00BD1852" w:rsidTr="00D75763">
        <w:trPr>
          <w:trHeight w:val="322"/>
        </w:trPr>
        <w:tc>
          <w:tcPr>
            <w:tcW w:w="1882" w:type="dxa"/>
            <w:vMerge/>
          </w:tcPr>
          <w:p w:rsidR="00304DB1" w:rsidRPr="00BD1852" w:rsidRDefault="00304DB1" w:rsidP="00D75763">
            <w:pPr>
              <w:pStyle w:val="Header"/>
              <w:rPr>
                <w:noProof/>
              </w:rPr>
            </w:pPr>
          </w:p>
        </w:tc>
        <w:tc>
          <w:tcPr>
            <w:tcW w:w="4526" w:type="dxa"/>
            <w:vMerge/>
          </w:tcPr>
          <w:p w:rsidR="00304DB1" w:rsidRPr="00BD1852" w:rsidRDefault="00304DB1" w:rsidP="00D75763">
            <w:pPr>
              <w:pStyle w:val="Header"/>
              <w:rPr>
                <w:sz w:val="20"/>
              </w:rPr>
            </w:pPr>
          </w:p>
        </w:tc>
        <w:tc>
          <w:tcPr>
            <w:tcW w:w="3198" w:type="dxa"/>
            <w:vMerge w:val="restart"/>
            <w:vAlign w:val="center"/>
          </w:tcPr>
          <w:p w:rsidR="00304DB1" w:rsidRPr="00BD1852" w:rsidRDefault="00304DB1" w:rsidP="00D75763">
            <w:pPr>
              <w:pStyle w:val="Header"/>
              <w:rPr>
                <w:sz w:val="20"/>
              </w:rPr>
            </w:pPr>
            <w:r w:rsidRPr="00BD1852">
              <w:rPr>
                <w:sz w:val="20"/>
              </w:rPr>
              <w:t xml:space="preserve">Версия: </w:t>
            </w:r>
            <w:r>
              <w:rPr>
                <w:sz w:val="20"/>
              </w:rPr>
              <w:t>24.4.2013</w:t>
            </w:r>
          </w:p>
        </w:tc>
      </w:tr>
      <w:tr w:rsidR="00304DB1" w:rsidRPr="00BD1852" w:rsidTr="00D75763">
        <w:trPr>
          <w:trHeight w:val="315"/>
        </w:trPr>
        <w:tc>
          <w:tcPr>
            <w:tcW w:w="1882" w:type="dxa"/>
            <w:vMerge/>
          </w:tcPr>
          <w:p w:rsidR="00304DB1" w:rsidRPr="00BD1852" w:rsidRDefault="00304DB1" w:rsidP="00D75763">
            <w:pPr>
              <w:pStyle w:val="Header"/>
              <w:rPr>
                <w:noProof/>
              </w:rPr>
            </w:pPr>
          </w:p>
        </w:tc>
        <w:tc>
          <w:tcPr>
            <w:tcW w:w="4526" w:type="dxa"/>
          </w:tcPr>
          <w:p w:rsidR="00304DB1" w:rsidRPr="00BD1852" w:rsidRDefault="00304DB1" w:rsidP="00D75763">
            <w:pPr>
              <w:pStyle w:val="Header"/>
              <w:rPr>
                <w:sz w:val="20"/>
              </w:rPr>
            </w:pPr>
            <w:r w:rsidRPr="00BD1852">
              <w:rPr>
                <w:sz w:val="20"/>
              </w:rPr>
              <w:t>Код документа: QSF-doc_003r_anx10</w:t>
            </w:r>
          </w:p>
        </w:tc>
        <w:tc>
          <w:tcPr>
            <w:tcW w:w="3198" w:type="dxa"/>
            <w:vMerge/>
            <w:vAlign w:val="center"/>
          </w:tcPr>
          <w:p w:rsidR="00304DB1" w:rsidRPr="00BD1852" w:rsidRDefault="00304DB1" w:rsidP="00D75763">
            <w:pPr>
              <w:pStyle w:val="Header"/>
            </w:pPr>
          </w:p>
        </w:tc>
      </w:tr>
      <w:tr w:rsidR="00304DB1" w:rsidRPr="00BD1852" w:rsidTr="00D75763">
        <w:tc>
          <w:tcPr>
            <w:tcW w:w="9606" w:type="dxa"/>
            <w:gridSpan w:val="3"/>
          </w:tcPr>
          <w:p w:rsidR="00304DB1" w:rsidRPr="00BD1852" w:rsidRDefault="00304DB1" w:rsidP="00D75763">
            <w:pPr>
              <w:pStyle w:val="Header"/>
            </w:pPr>
            <w:r w:rsidRPr="00BD1852">
              <w:rPr>
                <w:b/>
                <w:bCs/>
              </w:rPr>
              <w:t>Приложение 10 к документу «Р</w:t>
            </w:r>
            <w:r w:rsidRPr="00BD1852">
              <w:rPr>
                <w:b/>
                <w:bCs/>
                <w:lang w:val="ru-RU"/>
              </w:rPr>
              <w:t>екомендация</w:t>
            </w:r>
            <w:r w:rsidRPr="00BD1852">
              <w:rPr>
                <w:b/>
                <w:bCs/>
              </w:rPr>
              <w:t>. Порядок и процедура оценки Систем менеджмента качества национальных метрологических институтов»</w:t>
            </w:r>
          </w:p>
        </w:tc>
      </w:tr>
    </w:tbl>
    <w:p w:rsidR="00304DB1" w:rsidRPr="00BD1852" w:rsidRDefault="00304DB1" w:rsidP="00955AE2">
      <w:pPr>
        <w:jc w:val="center"/>
        <w:rPr>
          <w:b/>
        </w:rPr>
      </w:pPr>
    </w:p>
    <w:p w:rsidR="00304DB1" w:rsidRPr="00BD1852" w:rsidRDefault="00304DB1" w:rsidP="00955AE2">
      <w:pPr>
        <w:jc w:val="center"/>
        <w:rPr>
          <w:b/>
          <w:lang w:val="ru-RU"/>
        </w:rPr>
      </w:pPr>
      <w:r w:rsidRPr="00BD1852">
        <w:rPr>
          <w:b/>
          <w:lang w:val="ru-RU"/>
        </w:rPr>
        <w:t xml:space="preserve">Годовой отчет о системе менеджмента качества </w:t>
      </w:r>
    </w:p>
    <w:p w:rsidR="00304DB1" w:rsidRPr="00BD1852" w:rsidRDefault="00304DB1" w:rsidP="00955AE2">
      <w:pPr>
        <w:jc w:val="center"/>
        <w:rPr>
          <w:b/>
          <w:lang w:val="ru-RU"/>
        </w:rPr>
      </w:pPr>
      <w:r w:rsidRPr="00BD1852">
        <w:rPr>
          <w:b/>
          <w:lang w:val="ru-RU"/>
        </w:rPr>
        <w:t xml:space="preserve">НМИ (написать полное название НМИ)  </w:t>
      </w:r>
    </w:p>
    <w:p w:rsidR="00304DB1" w:rsidRPr="00BD1852" w:rsidRDefault="00304DB1" w:rsidP="00955AE2">
      <w:pPr>
        <w:spacing w:after="120" w:line="240" w:lineRule="atLeast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BD1852">
        <w:rPr>
          <w:b/>
          <w:lang w:val="ru-RU"/>
        </w:rPr>
        <w:t xml:space="preserve">в соответствии с  </w:t>
      </w:r>
      <w:r w:rsidRPr="00BD1852">
        <w:rPr>
          <w:b/>
          <w:lang w:val="en-US"/>
        </w:rPr>
        <w:t>ISO</w:t>
      </w:r>
      <w:r w:rsidRPr="00BD1852">
        <w:rPr>
          <w:b/>
          <w:lang w:val="ru-RU"/>
        </w:rPr>
        <w:t>/</w:t>
      </w:r>
      <w:r w:rsidRPr="00BD1852">
        <w:rPr>
          <w:b/>
          <w:lang w:val="en-US"/>
        </w:rPr>
        <w:t>IEC</w:t>
      </w:r>
      <w:r w:rsidRPr="00BD1852">
        <w:rPr>
          <w:b/>
          <w:lang w:val="ru-RU"/>
        </w:rPr>
        <w:t xml:space="preserve"> 17025 и/или </w:t>
      </w:r>
      <w:r w:rsidRPr="00BD1852">
        <w:rPr>
          <w:b/>
          <w:lang w:val="en-US"/>
        </w:rPr>
        <w:t>ISO</w:t>
      </w:r>
      <w:r w:rsidRPr="00BD1852">
        <w:rPr>
          <w:b/>
          <w:lang w:val="ru-RU"/>
        </w:rPr>
        <w:t xml:space="preserve"> </w:t>
      </w:r>
      <w:r w:rsidRPr="00BD1852">
        <w:rPr>
          <w:b/>
          <w:lang w:val="en-US"/>
        </w:rPr>
        <w:t>Guide</w:t>
      </w:r>
      <w:r w:rsidRPr="00BD1852">
        <w:rPr>
          <w:b/>
          <w:lang w:val="ru-RU"/>
        </w:rPr>
        <w:t xml:space="preserve"> 34 </w:t>
      </w:r>
      <w:r w:rsidRPr="00BD1852">
        <w:rPr>
          <w:rFonts w:ascii="Arial" w:hAnsi="Arial" w:cs="Arial"/>
          <w:b/>
          <w:sz w:val="22"/>
          <w:szCs w:val="22"/>
          <w:lang w:val="ru-RU"/>
        </w:rPr>
        <w:t xml:space="preserve">в целях </w:t>
      </w:r>
      <w:r w:rsidRPr="00BD1852">
        <w:rPr>
          <w:rFonts w:ascii="Arial" w:hAnsi="Arial" w:cs="Arial"/>
          <w:b/>
          <w:sz w:val="22"/>
          <w:szCs w:val="22"/>
          <w:lang w:val="en-US"/>
        </w:rPr>
        <w:t>CIPM</w:t>
      </w:r>
      <w:r w:rsidRPr="00BD185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BD1852">
        <w:rPr>
          <w:rFonts w:ascii="Arial" w:hAnsi="Arial" w:cs="Arial"/>
          <w:b/>
          <w:sz w:val="22"/>
          <w:szCs w:val="22"/>
          <w:lang w:val="en-US"/>
        </w:rPr>
        <w:t>MRA</w:t>
      </w:r>
    </w:p>
    <w:p w:rsidR="00304DB1" w:rsidRPr="00BD1852" w:rsidRDefault="00304DB1" w:rsidP="00955AE2">
      <w:pPr>
        <w:jc w:val="center"/>
        <w:rPr>
          <w:b/>
          <w:lang w:val="ru-RU"/>
        </w:rPr>
      </w:pPr>
      <w:r w:rsidRPr="00BD1852">
        <w:rPr>
          <w:b/>
          <w:lang w:val="ru-RU"/>
        </w:rPr>
        <w:t xml:space="preserve">за      ........    год </w:t>
      </w:r>
    </w:p>
    <w:p w:rsidR="00304DB1" w:rsidRPr="00BD1852" w:rsidRDefault="00304DB1" w:rsidP="00955AE2">
      <w:pPr>
        <w:spacing w:after="120" w:line="240" w:lineRule="atLeast"/>
        <w:rPr>
          <w:b/>
          <w:lang w:val="ru-RU"/>
        </w:rPr>
      </w:pPr>
      <w:r w:rsidRPr="00BD1852">
        <w:rPr>
          <w:b/>
          <w:lang w:val="ru-RU"/>
        </w:rPr>
        <w:t xml:space="preserve">  </w:t>
      </w:r>
    </w:p>
    <w:p w:rsidR="00304DB1" w:rsidRPr="00BD1852" w:rsidRDefault="00304DB1" w:rsidP="00955AE2">
      <w:pPr>
        <w:spacing w:after="120" w:line="240" w:lineRule="atLeast"/>
        <w:rPr>
          <w:lang w:val="ru-RU"/>
        </w:rPr>
      </w:pPr>
      <w:r w:rsidRPr="00BD1852">
        <w:rPr>
          <w:b/>
          <w:lang w:val="ru-RU"/>
        </w:rPr>
        <w:t xml:space="preserve">Раздел </w:t>
      </w:r>
      <w:r w:rsidRPr="00BD1852">
        <w:rPr>
          <w:b/>
        </w:rPr>
        <w:t xml:space="preserve">0 – </w:t>
      </w:r>
      <w:r w:rsidRPr="00BD1852">
        <w:rPr>
          <w:b/>
          <w:lang w:val="ru-RU"/>
        </w:rPr>
        <w:t xml:space="preserve">Области измерений, покрытые СМК 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720"/>
        <w:gridCol w:w="2880"/>
        <w:gridCol w:w="1260"/>
        <w:gridCol w:w="1620"/>
        <w:gridCol w:w="1620"/>
        <w:gridCol w:w="1620"/>
      </w:tblGrid>
      <w:tr w:rsidR="00304DB1" w:rsidRPr="00BD1852" w:rsidTr="00D75763">
        <w:trPr>
          <w:cantSplit/>
          <w:trHeight w:val="1147"/>
        </w:trPr>
        <w:tc>
          <w:tcPr>
            <w:tcW w:w="3600" w:type="dxa"/>
            <w:gridSpan w:val="2"/>
            <w:vAlign w:val="center"/>
          </w:tcPr>
          <w:p w:rsidR="00304DB1" w:rsidRPr="00BD1852" w:rsidRDefault="00304DB1" w:rsidP="00D75763">
            <w:pPr>
              <w:pStyle w:val="BalloonText"/>
              <w:jc w:val="center"/>
            </w:pPr>
            <w:r w:rsidRPr="00BD1852">
              <w:rPr>
                <w:sz w:val="22"/>
                <w:szCs w:val="22"/>
              </w:rPr>
              <w:t>Области измерений и соответствующие  технические комитеты КООМЕТ</w:t>
            </w:r>
          </w:p>
        </w:tc>
        <w:tc>
          <w:tcPr>
            <w:tcW w:w="1260" w:type="dxa"/>
            <w:vAlign w:val="center"/>
          </w:tcPr>
          <w:p w:rsidR="00304DB1" w:rsidRPr="00BD1852" w:rsidRDefault="00304DB1" w:rsidP="00D75763">
            <w:pPr>
              <w:pStyle w:val="Header"/>
              <w:jc w:val="center"/>
            </w:pPr>
            <w:r w:rsidRPr="00BD1852">
              <w:rPr>
                <w:sz w:val="22"/>
                <w:szCs w:val="22"/>
              </w:rPr>
              <w:t>Область измерения покрыта СМК (да/нет)</w:t>
            </w:r>
          </w:p>
        </w:tc>
        <w:tc>
          <w:tcPr>
            <w:tcW w:w="1620" w:type="dxa"/>
            <w:vAlign w:val="center"/>
          </w:tcPr>
          <w:p w:rsidR="00304DB1" w:rsidRPr="00BD1852" w:rsidRDefault="00304DB1" w:rsidP="00D75763">
            <w:pPr>
              <w:pStyle w:val="Header"/>
              <w:ind w:left="-111" w:firstLine="101"/>
              <w:jc w:val="center"/>
            </w:pPr>
            <w:r w:rsidRPr="00BD1852">
              <w:rPr>
                <w:sz w:val="22"/>
                <w:szCs w:val="22"/>
                <w:lang w:val="en-US"/>
              </w:rPr>
              <w:t>CMCs</w:t>
            </w:r>
            <w:r w:rsidRPr="00BD1852">
              <w:rPr>
                <w:sz w:val="22"/>
                <w:szCs w:val="22"/>
              </w:rPr>
              <w:t xml:space="preserve"> опубликованы (кол-во)</w:t>
            </w:r>
          </w:p>
        </w:tc>
        <w:tc>
          <w:tcPr>
            <w:tcW w:w="1620" w:type="dxa"/>
            <w:vAlign w:val="center"/>
          </w:tcPr>
          <w:p w:rsidR="00304DB1" w:rsidRPr="00BD1852" w:rsidRDefault="00304DB1" w:rsidP="00D75763">
            <w:pPr>
              <w:pStyle w:val="Header"/>
              <w:jc w:val="center"/>
            </w:pPr>
            <w:r w:rsidRPr="00BD1852">
              <w:rPr>
                <w:sz w:val="22"/>
                <w:szCs w:val="22"/>
              </w:rPr>
              <w:t xml:space="preserve">Находятся  ли </w:t>
            </w:r>
            <w:r w:rsidRPr="00BD1852">
              <w:rPr>
                <w:rFonts w:ascii="Arial" w:hAnsi="Arial" w:cs="Arial"/>
                <w:sz w:val="22"/>
                <w:szCs w:val="22"/>
                <w:lang w:val="en-US"/>
              </w:rPr>
              <w:t>CMCs</w:t>
            </w:r>
            <w:r w:rsidRPr="00BD1852">
              <w:rPr>
                <w:sz w:val="22"/>
                <w:szCs w:val="22"/>
              </w:rPr>
              <w:t xml:space="preserve"> на экспертизе  (кол-во)</w:t>
            </w:r>
          </w:p>
        </w:tc>
        <w:tc>
          <w:tcPr>
            <w:tcW w:w="1620" w:type="dxa"/>
          </w:tcPr>
          <w:p w:rsidR="00304DB1" w:rsidRPr="00BD1852" w:rsidRDefault="00304DB1" w:rsidP="00D75763">
            <w:pPr>
              <w:pStyle w:val="Header"/>
              <w:jc w:val="center"/>
              <w:rPr>
                <w:iCs/>
              </w:rPr>
            </w:pPr>
            <w:r w:rsidRPr="00BD1852">
              <w:rPr>
                <w:sz w:val="22"/>
                <w:szCs w:val="22"/>
                <w:lang w:val="en-US"/>
              </w:rPr>
              <w:t>CMCs</w:t>
            </w:r>
            <w:r w:rsidRPr="00BD1852">
              <w:rPr>
                <w:sz w:val="22"/>
                <w:szCs w:val="22"/>
              </w:rPr>
              <w:t xml:space="preserve">, находящиеся  </w:t>
            </w:r>
            <w:r w:rsidRPr="00BD1852">
              <w:rPr>
                <w:iCs/>
                <w:sz w:val="22"/>
                <w:szCs w:val="22"/>
              </w:rPr>
              <w:t xml:space="preserve">в процессе </w:t>
            </w:r>
            <w:r w:rsidRPr="00BD1852">
              <w:rPr>
                <w:sz w:val="22"/>
                <w:szCs w:val="22"/>
              </w:rPr>
              <w:t>экспертизы,</w:t>
            </w:r>
            <w:r w:rsidRPr="00BD1852">
              <w:rPr>
                <w:iCs/>
                <w:sz w:val="22"/>
                <w:szCs w:val="22"/>
              </w:rPr>
              <w:t xml:space="preserve"> покрыты СМК (да /нет)</w:t>
            </w:r>
          </w:p>
        </w:tc>
      </w:tr>
      <w:tr w:rsidR="00304DB1" w:rsidRPr="00BD1852" w:rsidTr="00D75763">
        <w:trPr>
          <w:cantSplit/>
        </w:trPr>
        <w:tc>
          <w:tcPr>
            <w:tcW w:w="72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AUV</w:t>
            </w:r>
          </w:p>
        </w:tc>
        <w:tc>
          <w:tcPr>
            <w:tcW w:w="2880" w:type="dxa"/>
          </w:tcPr>
          <w:p w:rsidR="00304DB1" w:rsidRPr="00BD1852" w:rsidRDefault="00304DB1" w:rsidP="00D75763">
            <w:pPr>
              <w:spacing w:before="40" w:after="40"/>
              <w:rPr>
                <w:lang w:val="ru-RU"/>
              </w:rPr>
            </w:pPr>
            <w:r w:rsidRPr="00BD1852">
              <w:rPr>
                <w:sz w:val="22"/>
                <w:szCs w:val="22"/>
              </w:rPr>
              <w:t>ТК1</w:t>
            </w:r>
            <w:r w:rsidRPr="00BD1852">
              <w:rPr>
                <w:sz w:val="22"/>
                <w:szCs w:val="22"/>
                <w:lang w:val="ru-RU"/>
              </w:rPr>
              <w:t>.2 «</w:t>
            </w:r>
            <w:r w:rsidRPr="00BD1852">
              <w:rPr>
                <w:sz w:val="22"/>
                <w:szCs w:val="22"/>
              </w:rPr>
              <w:t>Акустика, ультразвук и вибрация</w:t>
            </w:r>
            <w:r w:rsidRPr="00BD1852">
              <w:rPr>
                <w:sz w:val="22"/>
                <w:szCs w:val="22"/>
                <w:lang w:val="ru-RU"/>
              </w:rPr>
              <w:t>»</w:t>
            </w:r>
            <w:r w:rsidRPr="00BD1852">
              <w:rPr>
                <w:b/>
              </w:rPr>
              <w:t xml:space="preserve">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EM</w:t>
            </w:r>
          </w:p>
        </w:tc>
        <w:tc>
          <w:tcPr>
            <w:tcW w:w="2880" w:type="dxa"/>
          </w:tcPr>
          <w:p w:rsidR="00304DB1" w:rsidRPr="00BD1852" w:rsidRDefault="00304DB1" w:rsidP="00D75763">
            <w:pPr>
              <w:spacing w:before="40" w:after="40"/>
              <w:rPr>
                <w:lang w:val="ru-RU"/>
              </w:rPr>
            </w:pPr>
            <w:r w:rsidRPr="00BD1852">
              <w:t>ТК 1.3</w:t>
            </w:r>
            <w:r w:rsidRPr="00BD1852">
              <w:rPr>
                <w:lang w:val="ru-RU"/>
              </w:rPr>
              <w:t xml:space="preserve"> «</w:t>
            </w:r>
            <w:r w:rsidRPr="00BD1852">
              <w:rPr>
                <w:sz w:val="22"/>
                <w:szCs w:val="22"/>
              </w:rPr>
              <w:t>Электричество и магнетизм</w:t>
            </w:r>
            <w:r w:rsidRPr="00BD1852">
              <w:rPr>
                <w:sz w:val="22"/>
                <w:szCs w:val="22"/>
                <w:lang w:val="ru-RU"/>
              </w:rPr>
              <w:t>»</w:t>
            </w:r>
            <w:r w:rsidRPr="00BD1852">
              <w:rPr>
                <w:b/>
              </w:rPr>
              <w:t xml:space="preserve">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F</w:t>
            </w:r>
          </w:p>
        </w:tc>
        <w:tc>
          <w:tcPr>
            <w:tcW w:w="2880" w:type="dxa"/>
          </w:tcPr>
          <w:p w:rsidR="00304DB1" w:rsidRPr="00BD1852" w:rsidRDefault="00304DB1" w:rsidP="00D75763">
            <w:pPr>
              <w:pStyle w:val="Heading3"/>
              <w:rPr>
                <w:b w:val="0"/>
              </w:rPr>
            </w:pPr>
            <w:r w:rsidRPr="00BD1852">
              <w:rPr>
                <w:b w:val="0"/>
              </w:rPr>
              <w:t>ТК 1.4</w:t>
            </w:r>
            <w:r w:rsidRPr="00BD1852">
              <w:rPr>
                <w:b w:val="0"/>
                <w:lang w:val="ru-RU"/>
              </w:rPr>
              <w:t xml:space="preserve">  «</w:t>
            </w:r>
            <w:r w:rsidRPr="00BD1852">
              <w:rPr>
                <w:b w:val="0"/>
                <w:sz w:val="22"/>
                <w:szCs w:val="22"/>
              </w:rPr>
              <w:t>Расходометрия</w:t>
            </w:r>
            <w:r w:rsidRPr="00BD1852">
              <w:rPr>
                <w:b w:val="0"/>
                <w:sz w:val="22"/>
                <w:szCs w:val="22"/>
                <w:lang w:val="ru-RU"/>
              </w:rPr>
              <w:t>»</w:t>
            </w:r>
            <w:r w:rsidRPr="00BD1852">
              <w:rPr>
                <w:b w:val="0"/>
              </w:rPr>
              <w:t xml:space="preserve">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L</w:t>
            </w:r>
          </w:p>
        </w:tc>
        <w:tc>
          <w:tcPr>
            <w:tcW w:w="288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ТК 1.5</w:t>
            </w:r>
            <w:r w:rsidRPr="00BD1852">
              <w:rPr>
                <w:sz w:val="22"/>
                <w:szCs w:val="22"/>
                <w:lang w:val="ru-RU"/>
              </w:rPr>
              <w:t xml:space="preserve">  «</w:t>
            </w:r>
            <w:r w:rsidRPr="00BD1852">
              <w:rPr>
                <w:sz w:val="22"/>
                <w:szCs w:val="22"/>
              </w:rPr>
              <w:t>Длина</w:t>
            </w:r>
            <w:r w:rsidRPr="00BD1852">
              <w:rPr>
                <w:sz w:val="22"/>
                <w:szCs w:val="22"/>
                <w:lang w:val="ru-RU"/>
              </w:rPr>
              <w:t xml:space="preserve"> и угол»</w:t>
            </w:r>
            <w:r w:rsidRPr="00BD1852">
              <w:rPr>
                <w:b/>
              </w:rPr>
              <w:t xml:space="preserve">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M</w:t>
            </w:r>
          </w:p>
        </w:tc>
        <w:tc>
          <w:tcPr>
            <w:tcW w:w="288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ТК 1.6</w:t>
            </w:r>
            <w:r w:rsidRPr="00BD1852">
              <w:rPr>
                <w:sz w:val="22"/>
                <w:szCs w:val="22"/>
                <w:lang w:val="ru-RU"/>
              </w:rPr>
              <w:t xml:space="preserve">  «</w:t>
            </w:r>
            <w:r w:rsidRPr="00BD1852">
              <w:rPr>
                <w:sz w:val="22"/>
                <w:szCs w:val="22"/>
              </w:rPr>
              <w:t>Масса и связанные с ней величины</w:t>
            </w:r>
            <w:r w:rsidRPr="00BD1852">
              <w:rPr>
                <w:sz w:val="22"/>
                <w:szCs w:val="22"/>
                <w:lang w:val="ru-RU"/>
              </w:rPr>
              <w:t>»</w:t>
            </w:r>
            <w:r w:rsidRPr="00BD1852">
              <w:rPr>
                <w:b/>
              </w:rPr>
              <w:t xml:space="preserve">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PR</w:t>
            </w:r>
          </w:p>
        </w:tc>
        <w:tc>
          <w:tcPr>
            <w:tcW w:w="288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ТК 1.7</w:t>
            </w:r>
            <w:r w:rsidRPr="00BD1852">
              <w:rPr>
                <w:sz w:val="22"/>
                <w:szCs w:val="22"/>
                <w:lang w:val="ru-RU"/>
              </w:rPr>
              <w:t xml:space="preserve">  «</w:t>
            </w:r>
            <w:r w:rsidRPr="00BD1852">
              <w:rPr>
                <w:sz w:val="22"/>
                <w:szCs w:val="22"/>
              </w:rPr>
              <w:t>Фотометрия и радиометрия</w:t>
            </w:r>
            <w:r w:rsidRPr="00BD1852">
              <w:rPr>
                <w:sz w:val="22"/>
                <w:szCs w:val="22"/>
                <w:lang w:val="ru-RU"/>
              </w:rPr>
              <w:t>»</w:t>
            </w:r>
            <w:r w:rsidRPr="00BD1852">
              <w:rPr>
                <w:b/>
              </w:rPr>
              <w:t xml:space="preserve">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  <w:vMerge w:val="restart"/>
            <w:vAlign w:val="center"/>
          </w:tcPr>
          <w:p w:rsidR="00304DB1" w:rsidRPr="00BD1852" w:rsidRDefault="00304DB1" w:rsidP="00D75763">
            <w:pPr>
              <w:spacing w:before="40" w:after="40" w:line="192" w:lineRule="auto"/>
            </w:pPr>
            <w:r w:rsidRPr="00BD1852">
              <w:rPr>
                <w:sz w:val="22"/>
                <w:szCs w:val="22"/>
                <w:lang w:val="en-US"/>
              </w:rPr>
              <w:t>MC</w:t>
            </w:r>
          </w:p>
        </w:tc>
        <w:tc>
          <w:tcPr>
            <w:tcW w:w="2880" w:type="dxa"/>
            <w:vMerge w:val="restart"/>
          </w:tcPr>
          <w:p w:rsidR="00304DB1" w:rsidRPr="00BD1852" w:rsidRDefault="00304DB1" w:rsidP="00D75763">
            <w:pPr>
              <w:spacing w:before="40" w:after="40" w:line="192" w:lineRule="auto"/>
              <w:rPr>
                <w:lang w:val="ru-RU"/>
              </w:rPr>
            </w:pPr>
            <w:r w:rsidRPr="00BD1852">
              <w:rPr>
                <w:sz w:val="22"/>
                <w:szCs w:val="22"/>
              </w:rPr>
              <w:t>ТК 1.8</w:t>
            </w:r>
            <w:r w:rsidRPr="00BD1852">
              <w:rPr>
                <w:b/>
              </w:rPr>
              <w:t xml:space="preserve"> </w:t>
            </w:r>
            <w:r w:rsidRPr="00BD1852">
              <w:rPr>
                <w:b/>
                <w:lang w:val="ru-RU"/>
              </w:rPr>
              <w:t xml:space="preserve"> «</w:t>
            </w:r>
            <w:r w:rsidRPr="00BD1852">
              <w:rPr>
                <w:sz w:val="22"/>
                <w:szCs w:val="22"/>
              </w:rPr>
              <w:t>Физико-</w:t>
            </w:r>
            <w:r w:rsidRPr="00BD1852">
              <w:rPr>
                <w:sz w:val="22"/>
                <w:szCs w:val="22"/>
                <w:lang w:val="ru-RU"/>
              </w:rPr>
              <w:t xml:space="preserve"> </w:t>
            </w:r>
            <w:r w:rsidRPr="00BD1852">
              <w:rPr>
                <w:sz w:val="22"/>
                <w:szCs w:val="22"/>
              </w:rPr>
              <w:t>химия</w:t>
            </w:r>
            <w:r w:rsidRPr="00BD1852">
              <w:rPr>
                <w:sz w:val="22"/>
                <w:szCs w:val="22"/>
                <w:lang w:val="ru-RU"/>
              </w:rPr>
              <w:t>, стандартные образцы-</w:t>
            </w:r>
            <w:r w:rsidRPr="00BD1852">
              <w:rPr>
                <w:sz w:val="22"/>
                <w:szCs w:val="22"/>
                <w:lang w:val="en-US"/>
              </w:rPr>
              <w:t>CRM</w:t>
            </w:r>
            <w:r w:rsidRPr="00BD1852">
              <w:rPr>
                <w:sz w:val="22"/>
                <w:szCs w:val="22"/>
                <w:lang w:val="ru-RU"/>
              </w:rPr>
              <w:t xml:space="preserve">                         » (метрология в химии)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  <w:vMerge/>
          </w:tcPr>
          <w:p w:rsidR="00304DB1" w:rsidRPr="00BD1852" w:rsidRDefault="00304DB1" w:rsidP="00D75763">
            <w:pPr>
              <w:spacing w:before="40" w:after="40" w:line="192" w:lineRule="auto"/>
              <w:rPr>
                <w:lang w:val="ru-RU"/>
              </w:rPr>
            </w:pPr>
          </w:p>
        </w:tc>
        <w:tc>
          <w:tcPr>
            <w:tcW w:w="2880" w:type="dxa"/>
            <w:vMerge/>
          </w:tcPr>
          <w:p w:rsidR="00304DB1" w:rsidRPr="00BD1852" w:rsidRDefault="00304DB1" w:rsidP="00D75763">
            <w:pPr>
              <w:spacing w:before="40" w:after="40" w:line="192" w:lineRule="auto"/>
            </w:pP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</w:tcPr>
          <w:p w:rsidR="00304DB1" w:rsidRPr="00BD1852" w:rsidRDefault="00304DB1" w:rsidP="00D75763">
            <w:pPr>
              <w:spacing w:before="40" w:after="40" w:line="192" w:lineRule="auto"/>
            </w:pPr>
            <w:r w:rsidRPr="00BD1852">
              <w:rPr>
                <w:sz w:val="22"/>
                <w:szCs w:val="22"/>
              </w:rPr>
              <w:t>R</w:t>
            </w:r>
          </w:p>
        </w:tc>
        <w:tc>
          <w:tcPr>
            <w:tcW w:w="2880" w:type="dxa"/>
          </w:tcPr>
          <w:p w:rsidR="00304DB1" w:rsidRPr="00BD1852" w:rsidRDefault="00304DB1" w:rsidP="00D75763">
            <w:pPr>
              <w:spacing w:before="40" w:after="40" w:line="192" w:lineRule="auto"/>
            </w:pPr>
            <w:r w:rsidRPr="00BD1852">
              <w:rPr>
                <w:sz w:val="22"/>
                <w:szCs w:val="22"/>
              </w:rPr>
              <w:t>ТК 1.9</w:t>
            </w:r>
            <w:r w:rsidRPr="00BD1852">
              <w:rPr>
                <w:sz w:val="22"/>
                <w:szCs w:val="22"/>
                <w:lang w:val="ru-RU"/>
              </w:rPr>
              <w:t xml:space="preserve"> «</w:t>
            </w:r>
            <w:r w:rsidRPr="00BD1852">
              <w:rPr>
                <w:sz w:val="22"/>
                <w:szCs w:val="22"/>
              </w:rPr>
              <w:t>Иониз</w:t>
            </w:r>
            <w:r w:rsidRPr="00BD1852">
              <w:rPr>
                <w:sz w:val="22"/>
                <w:szCs w:val="22"/>
                <w:lang w:val="ru-RU"/>
              </w:rPr>
              <w:t xml:space="preserve">ирующие </w:t>
            </w:r>
            <w:r w:rsidRPr="00BD1852">
              <w:rPr>
                <w:sz w:val="22"/>
                <w:szCs w:val="22"/>
              </w:rPr>
              <w:t xml:space="preserve"> излучения и </w:t>
            </w:r>
            <w:r w:rsidRPr="00BD1852">
              <w:rPr>
                <w:sz w:val="22"/>
                <w:szCs w:val="22"/>
                <w:lang w:val="ru-RU"/>
              </w:rPr>
              <w:t>р</w:t>
            </w:r>
            <w:r w:rsidRPr="00BD1852">
              <w:rPr>
                <w:sz w:val="22"/>
                <w:szCs w:val="22"/>
              </w:rPr>
              <w:t>адиоактивность</w:t>
            </w:r>
            <w:r w:rsidRPr="00BD1852">
              <w:rPr>
                <w:sz w:val="22"/>
                <w:szCs w:val="22"/>
                <w:lang w:val="ru-RU"/>
              </w:rPr>
              <w:t>»</w:t>
            </w:r>
            <w:r w:rsidRPr="00BD1852">
              <w:rPr>
                <w:b/>
              </w:rPr>
              <w:t xml:space="preserve">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T</w:t>
            </w:r>
          </w:p>
        </w:tc>
        <w:tc>
          <w:tcPr>
            <w:tcW w:w="288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ТК 1.10</w:t>
            </w:r>
            <w:r w:rsidRPr="00BD1852">
              <w:rPr>
                <w:sz w:val="22"/>
                <w:szCs w:val="22"/>
                <w:lang w:val="ru-RU"/>
              </w:rPr>
              <w:t xml:space="preserve"> «</w:t>
            </w:r>
            <w:r w:rsidRPr="00BD1852">
              <w:rPr>
                <w:sz w:val="22"/>
                <w:szCs w:val="22"/>
              </w:rPr>
              <w:t>Термометрия и  теплофизика</w:t>
            </w:r>
            <w:r w:rsidRPr="00BD1852">
              <w:rPr>
                <w:sz w:val="22"/>
                <w:szCs w:val="22"/>
                <w:lang w:val="ru-RU"/>
              </w:rPr>
              <w:t>»</w:t>
            </w:r>
            <w:r w:rsidRPr="00BD1852">
              <w:rPr>
                <w:b/>
              </w:rPr>
              <w:t xml:space="preserve">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72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TF</w:t>
            </w:r>
          </w:p>
        </w:tc>
        <w:tc>
          <w:tcPr>
            <w:tcW w:w="2880" w:type="dxa"/>
          </w:tcPr>
          <w:p w:rsidR="00304DB1" w:rsidRPr="00BD1852" w:rsidRDefault="00304DB1" w:rsidP="00D75763">
            <w:pPr>
              <w:spacing w:before="40" w:after="40"/>
            </w:pPr>
            <w:r w:rsidRPr="00BD1852">
              <w:rPr>
                <w:sz w:val="22"/>
                <w:szCs w:val="22"/>
              </w:rPr>
              <w:t>ТК 1.11</w:t>
            </w:r>
            <w:r w:rsidRPr="00BD1852">
              <w:rPr>
                <w:b/>
                <w:lang w:val="ru-RU"/>
              </w:rPr>
              <w:t xml:space="preserve"> «</w:t>
            </w:r>
            <w:r w:rsidRPr="00BD1852">
              <w:rPr>
                <w:sz w:val="22"/>
                <w:szCs w:val="22"/>
              </w:rPr>
              <w:t>Время и частота</w:t>
            </w:r>
            <w:r w:rsidRPr="00BD1852">
              <w:rPr>
                <w:sz w:val="22"/>
                <w:szCs w:val="22"/>
                <w:lang w:val="ru-RU"/>
              </w:rPr>
              <w:t>»</w:t>
            </w:r>
            <w:r w:rsidRPr="00BD1852">
              <w:rPr>
                <w:b/>
              </w:rPr>
              <w:t xml:space="preserve"> 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/>
              <w:jc w:val="center"/>
            </w:pPr>
          </w:p>
        </w:tc>
      </w:tr>
      <w:tr w:rsidR="00304DB1" w:rsidRPr="00BD1852" w:rsidTr="00D75763">
        <w:trPr>
          <w:cantSplit/>
        </w:trPr>
        <w:tc>
          <w:tcPr>
            <w:tcW w:w="3600" w:type="dxa"/>
            <w:gridSpan w:val="2"/>
          </w:tcPr>
          <w:p w:rsidR="00304DB1" w:rsidRPr="00BD1852" w:rsidRDefault="00304DB1" w:rsidP="00D75763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ru-RU"/>
              </w:rPr>
            </w:pPr>
            <w:r w:rsidRPr="00BD1852">
              <w:rPr>
                <w:sz w:val="22"/>
                <w:szCs w:val="22"/>
                <w:lang w:val="ru-RU"/>
              </w:rPr>
              <w:t>Итого:</w:t>
            </w:r>
          </w:p>
        </w:tc>
        <w:tc>
          <w:tcPr>
            <w:tcW w:w="1260" w:type="dxa"/>
          </w:tcPr>
          <w:p w:rsidR="00304DB1" w:rsidRPr="00BD1852" w:rsidRDefault="00304DB1" w:rsidP="00D75763">
            <w:pPr>
              <w:spacing w:before="40" w:after="40" w:line="192" w:lineRule="auto"/>
              <w:ind w:left="1416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  <w:tc>
          <w:tcPr>
            <w:tcW w:w="1620" w:type="dxa"/>
          </w:tcPr>
          <w:p w:rsidR="00304DB1" w:rsidRPr="00BD1852" w:rsidRDefault="00304DB1" w:rsidP="00D75763">
            <w:pPr>
              <w:spacing w:before="40" w:after="40" w:line="192" w:lineRule="auto"/>
              <w:jc w:val="center"/>
            </w:pPr>
          </w:p>
        </w:tc>
      </w:tr>
    </w:tbl>
    <w:p w:rsidR="00304DB1" w:rsidRPr="00BD1852" w:rsidRDefault="00304DB1" w:rsidP="00955AE2">
      <w:pPr>
        <w:pStyle w:val="Header"/>
        <w:tabs>
          <w:tab w:val="clear" w:pos="4536"/>
          <w:tab w:val="clear" w:pos="9072"/>
        </w:tabs>
        <w:rPr>
          <w:lang w:val="ru-RU"/>
        </w:rPr>
      </w:pPr>
    </w:p>
    <w:p w:rsidR="00304DB1" w:rsidRPr="00BD1852" w:rsidRDefault="00304DB1" w:rsidP="00955AE2">
      <w:pPr>
        <w:ind w:right="-648"/>
        <w:jc w:val="both"/>
        <w:rPr>
          <w:b/>
          <w:lang w:val="ru-RU"/>
        </w:rPr>
      </w:pPr>
      <w:r w:rsidRPr="00BD1852">
        <w:rPr>
          <w:b/>
          <w:lang w:val="ru-RU"/>
        </w:rPr>
        <w:t xml:space="preserve">Часть А: в соответствии со стандартом </w:t>
      </w:r>
      <w:r w:rsidRPr="00BD1852">
        <w:t xml:space="preserve"> </w:t>
      </w:r>
      <w:r w:rsidRPr="00BD1852">
        <w:rPr>
          <w:b/>
        </w:rPr>
        <w:t>ISO/IEC 17025</w:t>
      </w:r>
      <w:r w:rsidRPr="00BD1852">
        <w:t xml:space="preserve"> </w:t>
      </w:r>
      <w:r w:rsidRPr="00BD1852">
        <w:rPr>
          <w:b/>
          <w:lang w:val="ru-RU"/>
        </w:rPr>
        <w:t xml:space="preserve">изменения и управление СМК </w:t>
      </w:r>
    </w:p>
    <w:p w:rsidR="00304DB1" w:rsidRPr="00BD1852" w:rsidRDefault="00304DB1" w:rsidP="00955AE2">
      <w:pPr>
        <w:ind w:right="-648"/>
        <w:jc w:val="both"/>
        <w:rPr>
          <w:lang w:val="ru-RU"/>
        </w:rPr>
      </w:pPr>
      <w:r w:rsidRPr="00BD1852">
        <w:rPr>
          <w:b/>
          <w:lang w:val="ru-RU"/>
        </w:rPr>
        <w:t xml:space="preserve">                </w:t>
      </w:r>
      <w:r w:rsidRPr="00BD1852">
        <w:rPr>
          <w:lang w:val="ru-RU"/>
        </w:rPr>
        <w:t>(не более 2 страниц + Приложения)</w:t>
      </w:r>
    </w:p>
    <w:p w:rsidR="00304DB1" w:rsidRPr="00BD1852" w:rsidRDefault="00304DB1" w:rsidP="00955AE2">
      <w:pPr>
        <w:pStyle w:val="Heading1"/>
      </w:pPr>
    </w:p>
    <w:p w:rsidR="00304DB1" w:rsidRPr="00BD1852" w:rsidRDefault="00304DB1" w:rsidP="00955AE2">
      <w:pPr>
        <w:pStyle w:val="Heading1"/>
      </w:pPr>
      <w:r w:rsidRPr="00BD1852">
        <w:t>Раздел 1А – Изменения и дополнения в СМК и руководстве по качеству</w:t>
      </w:r>
    </w:p>
    <w:p w:rsidR="00304DB1" w:rsidRPr="00BD1852" w:rsidRDefault="00304DB1" w:rsidP="00955AE2">
      <w:pPr>
        <w:rPr>
          <w:lang w:val="ru-RU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  <w:gridCol w:w="2741"/>
        <w:gridCol w:w="2804"/>
      </w:tblGrid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jc w:val="center"/>
              <w:rPr>
                <w:b/>
                <w:lang w:val="ru-RU"/>
              </w:rPr>
            </w:pPr>
            <w:r w:rsidRPr="00BD1852">
              <w:rPr>
                <w:b/>
                <w:sz w:val="22"/>
                <w:szCs w:val="22"/>
                <w:lang w:val="ru-RU"/>
              </w:rPr>
              <w:t>Название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jc w:val="center"/>
              <w:rPr>
                <w:b/>
                <w:lang w:val="ru-RU"/>
              </w:rPr>
            </w:pPr>
            <w:r w:rsidRPr="00BD1852">
              <w:rPr>
                <w:b/>
                <w:sz w:val="22"/>
                <w:szCs w:val="22"/>
                <w:lang w:val="ru-RU"/>
              </w:rPr>
              <w:t>Отчетная информация</w:t>
            </w: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center"/>
              <w:rPr>
                <w:b/>
                <w:lang w:val="ru-RU"/>
              </w:rPr>
            </w:pPr>
            <w:r w:rsidRPr="00BD1852">
              <w:rPr>
                <w:b/>
                <w:sz w:val="22"/>
                <w:szCs w:val="22"/>
                <w:lang w:val="ru-RU"/>
              </w:rPr>
              <w:t>Примечание</w:t>
            </w: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ind w:right="-108"/>
              <w:rPr>
                <w:lang w:val="ru-RU"/>
              </w:rPr>
            </w:pPr>
            <w:r w:rsidRPr="00BD1852">
              <w:rPr>
                <w:sz w:val="22"/>
                <w:szCs w:val="22"/>
              </w:rPr>
              <w:t>1.</w:t>
            </w:r>
            <w:r w:rsidRPr="00BD1852">
              <w:rPr>
                <w:sz w:val="22"/>
                <w:szCs w:val="22"/>
                <w:lang w:val="ru-RU"/>
              </w:rPr>
              <w:t xml:space="preserve"> </w:t>
            </w:r>
            <w:r w:rsidRPr="00BD1852">
              <w:rPr>
                <w:sz w:val="22"/>
                <w:szCs w:val="22"/>
              </w:rPr>
              <w:t>Описание структуры, в том числе позиции руководящего персонала НМИ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r w:rsidRPr="00BD1852">
              <w:rPr>
                <w:sz w:val="22"/>
                <w:szCs w:val="22"/>
              </w:rPr>
              <w:t xml:space="preserve">2.Система </w:t>
            </w:r>
            <w:r w:rsidRPr="00BD1852">
              <w:rPr>
                <w:sz w:val="22"/>
                <w:szCs w:val="22"/>
                <w:lang w:val="ru-RU"/>
              </w:rPr>
              <w:t>менеджмента</w:t>
            </w:r>
            <w:r w:rsidRPr="00BD1852">
              <w:rPr>
                <w:b/>
                <w:lang w:val="ru-RU"/>
              </w:rPr>
              <w:t xml:space="preserve"> </w:t>
            </w:r>
            <w:r w:rsidRPr="00BD1852">
              <w:rPr>
                <w:sz w:val="22"/>
                <w:szCs w:val="22"/>
              </w:rPr>
              <w:t>качества (управление СМК, процессы и технические требования</w:t>
            </w:r>
            <w:r w:rsidRPr="00BD1852">
              <w:rPr>
                <w:sz w:val="22"/>
                <w:szCs w:val="22"/>
                <w:lang w:val="ru-RU"/>
              </w:rPr>
              <w:t>)</w:t>
            </w:r>
            <w:r w:rsidRPr="00BD1852">
              <w:rPr>
                <w:b/>
                <w:lang w:val="ru-RU"/>
              </w:rPr>
              <w:t xml:space="preserve"> 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  <w:r w:rsidRPr="00BD1852">
              <w:rPr>
                <w:sz w:val="22"/>
                <w:szCs w:val="22"/>
              </w:rPr>
              <w:t>3.</w:t>
            </w:r>
            <w:r w:rsidRPr="00BD1852">
              <w:rPr>
                <w:rFonts w:ascii="Arial" w:hAnsi="Arial" w:cs="Arial"/>
                <w:sz w:val="22"/>
                <w:szCs w:val="22"/>
                <w:lang w:val="en-US"/>
              </w:rPr>
              <w:t xml:space="preserve"> CMCs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jc w:val="both"/>
            </w:pPr>
            <w:r w:rsidRPr="00BD1852">
              <w:rPr>
                <w:sz w:val="22"/>
                <w:szCs w:val="22"/>
                <w:lang w:val="ru-RU"/>
              </w:rPr>
              <w:t>4</w:t>
            </w:r>
            <w:r w:rsidRPr="00BD1852">
              <w:rPr>
                <w:sz w:val="22"/>
                <w:szCs w:val="22"/>
              </w:rPr>
              <w:t xml:space="preserve">.Сертификаты калибровки 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jc w:val="both"/>
            </w:pPr>
            <w:r w:rsidRPr="00BD1852">
              <w:rPr>
                <w:sz w:val="22"/>
                <w:szCs w:val="22"/>
                <w:lang w:val="ru-RU"/>
              </w:rPr>
              <w:t>5</w:t>
            </w:r>
            <w:r w:rsidRPr="00BD1852">
              <w:rPr>
                <w:sz w:val="22"/>
                <w:szCs w:val="22"/>
              </w:rPr>
              <w:t xml:space="preserve">. Сличения 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</w:tbl>
    <w:p w:rsidR="00304DB1" w:rsidRPr="00BD1852" w:rsidRDefault="00304DB1" w:rsidP="00955AE2">
      <w:pPr>
        <w:jc w:val="both"/>
        <w:rPr>
          <w:b/>
          <w:sz w:val="22"/>
          <w:szCs w:val="22"/>
        </w:rPr>
      </w:pPr>
    </w:p>
    <w:p w:rsidR="00304DB1" w:rsidRPr="00BD1852" w:rsidRDefault="00304DB1" w:rsidP="00955AE2">
      <w:pPr>
        <w:jc w:val="both"/>
        <w:rPr>
          <w:b/>
          <w:sz w:val="22"/>
          <w:szCs w:val="22"/>
          <w:lang w:val="ru-RU"/>
        </w:rPr>
      </w:pPr>
    </w:p>
    <w:p w:rsidR="00304DB1" w:rsidRPr="00BD1852" w:rsidRDefault="00304DB1" w:rsidP="00955AE2">
      <w:pPr>
        <w:jc w:val="both"/>
        <w:rPr>
          <w:b/>
          <w:sz w:val="22"/>
          <w:szCs w:val="22"/>
          <w:lang w:val="ru-RU"/>
        </w:rPr>
      </w:pPr>
    </w:p>
    <w:p w:rsidR="00304DB1" w:rsidRPr="00BD1852" w:rsidRDefault="00304DB1" w:rsidP="00955AE2">
      <w:pPr>
        <w:jc w:val="both"/>
        <w:rPr>
          <w:b/>
          <w:sz w:val="22"/>
          <w:szCs w:val="22"/>
          <w:lang w:val="ru-RU"/>
        </w:rPr>
      </w:pPr>
      <w:r w:rsidRPr="00BD1852">
        <w:rPr>
          <w:b/>
          <w:sz w:val="22"/>
          <w:szCs w:val="22"/>
          <w:lang w:val="ru-RU"/>
        </w:rPr>
        <w:t>Раздел 2 – Управление СМК:</w:t>
      </w: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  <w:gridCol w:w="2741"/>
        <w:gridCol w:w="2804"/>
      </w:tblGrid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jc w:val="center"/>
              <w:rPr>
                <w:b/>
                <w:lang w:val="ru-RU"/>
              </w:rPr>
            </w:pPr>
            <w:r w:rsidRPr="00BD1852">
              <w:rPr>
                <w:b/>
                <w:sz w:val="22"/>
                <w:szCs w:val="22"/>
                <w:lang w:val="ru-RU"/>
              </w:rPr>
              <w:t>Название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jc w:val="both"/>
              <w:rPr>
                <w:b/>
                <w:lang w:val="ru-RU"/>
              </w:rPr>
            </w:pPr>
            <w:r w:rsidRPr="00BD1852">
              <w:rPr>
                <w:b/>
                <w:sz w:val="22"/>
                <w:szCs w:val="22"/>
                <w:lang w:val="ru-RU"/>
              </w:rPr>
              <w:t>Отчетная информация</w:t>
            </w: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center"/>
              <w:rPr>
                <w:b/>
                <w:lang w:val="ru-RU"/>
              </w:rPr>
            </w:pPr>
            <w:r w:rsidRPr="00BD1852">
              <w:rPr>
                <w:b/>
                <w:sz w:val="22"/>
                <w:szCs w:val="22"/>
                <w:lang w:val="ru-RU"/>
              </w:rPr>
              <w:t>Примечание</w:t>
            </w: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tabs>
                <w:tab w:val="left" w:pos="6300"/>
              </w:tabs>
            </w:pPr>
            <w:r w:rsidRPr="00BD1852">
              <w:rPr>
                <w:sz w:val="22"/>
                <w:szCs w:val="22"/>
                <w:lang w:val="ru-RU"/>
              </w:rPr>
              <w:t xml:space="preserve">1. </w:t>
            </w:r>
            <w:r w:rsidRPr="00BD1852">
              <w:rPr>
                <w:sz w:val="22"/>
                <w:szCs w:val="22"/>
              </w:rPr>
              <w:t>Претензии</w:t>
            </w:r>
            <w:r w:rsidRPr="00BD1852">
              <w:rPr>
                <w:sz w:val="22"/>
                <w:szCs w:val="22"/>
                <w:lang w:val="ru-RU"/>
              </w:rPr>
              <w:t xml:space="preserve"> </w:t>
            </w:r>
            <w:r w:rsidRPr="00BD1852">
              <w:rPr>
                <w:sz w:val="22"/>
                <w:szCs w:val="22"/>
              </w:rPr>
              <w:t xml:space="preserve">клиента 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tabs>
                <w:tab w:val="left" w:pos="6300"/>
              </w:tabs>
              <w:rPr>
                <w:lang w:val="ru-RU"/>
              </w:rPr>
            </w:pPr>
            <w:r w:rsidRPr="00BD1852">
              <w:rPr>
                <w:sz w:val="22"/>
                <w:szCs w:val="22"/>
                <w:lang w:val="ru-RU"/>
              </w:rPr>
              <w:t xml:space="preserve">2. </w:t>
            </w:r>
            <w:r w:rsidRPr="00BD1852">
              <w:rPr>
                <w:sz w:val="22"/>
                <w:szCs w:val="22"/>
              </w:rPr>
              <w:t xml:space="preserve">Внешние </w:t>
            </w:r>
            <w:r w:rsidRPr="00BD1852">
              <w:rPr>
                <w:sz w:val="22"/>
                <w:szCs w:val="22"/>
                <w:lang w:val="ru-RU"/>
              </w:rPr>
              <w:t>аудиты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tabs>
                <w:tab w:val="left" w:pos="6300"/>
              </w:tabs>
              <w:rPr>
                <w:lang w:val="ru-RU"/>
              </w:rPr>
            </w:pPr>
            <w:r w:rsidRPr="00BD1852">
              <w:rPr>
                <w:sz w:val="22"/>
                <w:szCs w:val="22"/>
                <w:lang w:val="ru-RU"/>
              </w:rPr>
              <w:t xml:space="preserve">3. </w:t>
            </w:r>
            <w:r w:rsidRPr="00BD1852">
              <w:rPr>
                <w:sz w:val="22"/>
                <w:szCs w:val="22"/>
              </w:rPr>
              <w:t xml:space="preserve">Внутренние </w:t>
            </w:r>
            <w:r w:rsidRPr="00BD1852">
              <w:rPr>
                <w:sz w:val="22"/>
                <w:szCs w:val="22"/>
                <w:lang w:val="ru-RU"/>
              </w:rPr>
              <w:t>аудиты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tabs>
                <w:tab w:val="left" w:pos="6300"/>
              </w:tabs>
            </w:pPr>
            <w:r w:rsidRPr="00BD1852">
              <w:rPr>
                <w:sz w:val="22"/>
                <w:szCs w:val="22"/>
                <w:lang w:val="ru-RU"/>
              </w:rPr>
              <w:t xml:space="preserve">4. </w:t>
            </w:r>
            <w:r w:rsidRPr="00BD1852">
              <w:rPr>
                <w:sz w:val="22"/>
                <w:szCs w:val="22"/>
              </w:rPr>
              <w:t xml:space="preserve">Несоответствия 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tabs>
                <w:tab w:val="left" w:pos="6300"/>
              </w:tabs>
            </w:pPr>
            <w:r w:rsidRPr="00BD1852">
              <w:rPr>
                <w:sz w:val="22"/>
                <w:szCs w:val="22"/>
                <w:lang w:val="ru-RU"/>
              </w:rPr>
              <w:t>5.</w:t>
            </w:r>
            <w:r w:rsidRPr="00BD1852">
              <w:rPr>
                <w:sz w:val="22"/>
                <w:szCs w:val="22"/>
              </w:rPr>
              <w:t>Результаты корректирующих действий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4140" w:type="dxa"/>
          </w:tcPr>
          <w:p w:rsidR="00304DB1" w:rsidRPr="00BD1852" w:rsidRDefault="00304DB1" w:rsidP="00D75763">
            <w:pPr>
              <w:tabs>
                <w:tab w:val="left" w:pos="6300"/>
              </w:tabs>
              <w:jc w:val="both"/>
            </w:pPr>
            <w:r w:rsidRPr="00BD1852">
              <w:rPr>
                <w:sz w:val="22"/>
                <w:szCs w:val="22"/>
                <w:lang w:val="ru-RU"/>
              </w:rPr>
              <w:t xml:space="preserve">6. </w:t>
            </w:r>
            <w:r w:rsidRPr="00BD1852">
              <w:rPr>
                <w:sz w:val="22"/>
                <w:szCs w:val="22"/>
              </w:rPr>
              <w:t>Анализ со стороны руководства</w:t>
            </w:r>
          </w:p>
        </w:tc>
        <w:tc>
          <w:tcPr>
            <w:tcW w:w="2741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2804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</w:tr>
    </w:tbl>
    <w:p w:rsidR="00304DB1" w:rsidRPr="00BD1852" w:rsidRDefault="00304DB1" w:rsidP="00955AE2">
      <w:pPr>
        <w:jc w:val="both"/>
        <w:rPr>
          <w:lang w:val="ru-RU"/>
        </w:rPr>
      </w:pPr>
    </w:p>
    <w:p w:rsidR="00304DB1" w:rsidRPr="00BD1852" w:rsidRDefault="00304DB1" w:rsidP="00955AE2">
      <w:pPr>
        <w:spacing w:after="120" w:line="240" w:lineRule="atLeast"/>
        <w:rPr>
          <w:sz w:val="22"/>
          <w:szCs w:val="22"/>
          <w:lang w:val="ru-RU"/>
        </w:rPr>
      </w:pPr>
    </w:p>
    <w:p w:rsidR="00304DB1" w:rsidRPr="00BD1852" w:rsidRDefault="00304DB1" w:rsidP="00955AE2">
      <w:pPr>
        <w:jc w:val="both"/>
        <w:rPr>
          <w:b/>
          <w:lang w:val="ru-RU"/>
        </w:rPr>
      </w:pPr>
      <w:r w:rsidRPr="00BD1852">
        <w:rPr>
          <w:b/>
          <w:lang w:val="ru-RU"/>
        </w:rPr>
        <w:t>Раздел 3 – Основные проблемы, возникшие в течение года и/или основные улучшения:</w:t>
      </w:r>
    </w:p>
    <w:p w:rsidR="00304DB1" w:rsidRPr="00BD1852" w:rsidRDefault="00304DB1" w:rsidP="00955AE2">
      <w:pPr>
        <w:jc w:val="both"/>
        <w:rPr>
          <w:lang w:val="ru-RU"/>
        </w:rPr>
      </w:pPr>
    </w:p>
    <w:p w:rsidR="00304DB1" w:rsidRPr="00BD1852" w:rsidRDefault="00304DB1" w:rsidP="00955AE2">
      <w:pPr>
        <w:jc w:val="both"/>
        <w:rPr>
          <w:lang w:val="ru-RU"/>
        </w:rPr>
      </w:pPr>
    </w:p>
    <w:p w:rsidR="00304DB1" w:rsidRPr="00BD1852" w:rsidRDefault="00304DB1" w:rsidP="00955AE2">
      <w:pPr>
        <w:jc w:val="both"/>
        <w:rPr>
          <w:b/>
        </w:rPr>
      </w:pPr>
      <w:r w:rsidRPr="00BD1852">
        <w:rPr>
          <w:b/>
          <w:lang w:val="ru-RU"/>
        </w:rPr>
        <w:t>Раздел 4</w:t>
      </w:r>
      <w:r w:rsidRPr="00BD1852">
        <w:rPr>
          <w:b/>
        </w:rPr>
        <w:t xml:space="preserve"> – Декларация</w:t>
      </w:r>
      <w:r w:rsidRPr="00BD1852">
        <w:rPr>
          <w:b/>
          <w:lang w:val="ru-RU"/>
        </w:rPr>
        <w:t>:</w:t>
      </w:r>
      <w:r w:rsidRPr="00BD1852">
        <w:rPr>
          <w:b/>
        </w:rPr>
        <w:t xml:space="preserve"> </w:t>
      </w:r>
    </w:p>
    <w:p w:rsidR="00304DB1" w:rsidRPr="00BD1852" w:rsidRDefault="00304DB1" w:rsidP="00955AE2">
      <w:pPr>
        <w:spacing w:after="120" w:line="240" w:lineRule="atLeast"/>
        <w:rPr>
          <w:rFonts w:ascii="Arial" w:hAnsi="Arial" w:cs="Arial"/>
          <w:sz w:val="22"/>
          <w:szCs w:val="22"/>
          <w:lang w:val="ru-RU"/>
        </w:rPr>
      </w:pPr>
      <w:r w:rsidRPr="00BD1852">
        <w:rPr>
          <w:rFonts w:ascii="Arial" w:hAnsi="Arial" w:cs="Arial"/>
          <w:sz w:val="22"/>
          <w:szCs w:val="22"/>
          <w:lang w:val="ru-RU"/>
        </w:rPr>
        <w:t>.</w:t>
      </w:r>
    </w:p>
    <w:p w:rsidR="00304DB1" w:rsidRPr="00BD1852" w:rsidRDefault="00304DB1" w:rsidP="00955AE2">
      <w:pPr>
        <w:jc w:val="both"/>
        <w:rPr>
          <w:lang w:val="ru-RU"/>
        </w:rPr>
      </w:pPr>
    </w:p>
    <w:p w:rsidR="00304DB1" w:rsidRPr="00BD1852" w:rsidRDefault="00304DB1" w:rsidP="00955AE2">
      <w:pPr>
        <w:jc w:val="both"/>
        <w:rPr>
          <w:lang w:val="ru-RU"/>
        </w:rPr>
      </w:pPr>
      <w:r w:rsidRPr="00BD1852">
        <w:rPr>
          <w:lang w:val="ru-RU"/>
        </w:rPr>
        <w:t>Подпись ответственного лица:</w:t>
      </w:r>
      <w:r w:rsidRPr="00BD1852">
        <w:rPr>
          <w:lang w:val="ru-RU"/>
        </w:rPr>
        <w:tab/>
      </w:r>
      <w:r w:rsidRPr="00BD1852">
        <w:rPr>
          <w:lang w:val="ru-RU"/>
        </w:rPr>
        <w:tab/>
      </w:r>
      <w:r w:rsidRPr="00BD1852">
        <w:rPr>
          <w:lang w:val="ru-RU"/>
        </w:rPr>
        <w:tab/>
      </w:r>
      <w:r w:rsidRPr="00BD1852">
        <w:rPr>
          <w:lang w:val="ru-RU"/>
        </w:rPr>
        <w:tab/>
      </w:r>
      <w:r w:rsidRPr="00BD1852">
        <w:rPr>
          <w:lang w:val="ru-RU"/>
        </w:rPr>
        <w:tab/>
        <w:t>Дата:</w:t>
      </w:r>
    </w:p>
    <w:p w:rsidR="00304DB1" w:rsidRPr="00BD1852" w:rsidRDefault="00304DB1" w:rsidP="00955AE2">
      <w:pPr>
        <w:jc w:val="both"/>
        <w:rPr>
          <w:b/>
          <w:lang w:val="ru-RU"/>
        </w:rPr>
      </w:pPr>
    </w:p>
    <w:p w:rsidR="00304DB1" w:rsidRPr="00BD1852" w:rsidRDefault="00304DB1" w:rsidP="00955AE2">
      <w:pPr>
        <w:jc w:val="both"/>
        <w:rPr>
          <w:sz w:val="22"/>
          <w:szCs w:val="22"/>
          <w:lang w:val="ru-RU"/>
        </w:rPr>
      </w:pPr>
      <w:r w:rsidRPr="00BD1852">
        <w:rPr>
          <w:sz w:val="22"/>
          <w:szCs w:val="22"/>
          <w:lang w:val="ru-RU"/>
        </w:rPr>
        <w:t xml:space="preserve">Контактное лицо (имя, фамилия, телефон, </w:t>
      </w:r>
      <w:r w:rsidRPr="00BD1852">
        <w:rPr>
          <w:sz w:val="22"/>
          <w:szCs w:val="22"/>
        </w:rPr>
        <w:t>e-mail</w:t>
      </w:r>
      <w:r w:rsidRPr="00BD1852">
        <w:rPr>
          <w:sz w:val="22"/>
          <w:szCs w:val="22"/>
          <w:lang w:val="ru-RU"/>
        </w:rPr>
        <w:t>)</w:t>
      </w:r>
    </w:p>
    <w:p w:rsidR="00304DB1" w:rsidRPr="00BD1852" w:rsidRDefault="00304DB1" w:rsidP="00955AE2">
      <w:pPr>
        <w:spacing w:line="360" w:lineRule="auto"/>
        <w:rPr>
          <w:b/>
          <w:lang w:val="ru-RU"/>
        </w:rPr>
      </w:pPr>
    </w:p>
    <w:p w:rsidR="00304DB1" w:rsidRPr="00BD1852" w:rsidRDefault="00304DB1" w:rsidP="00955AE2">
      <w:pPr>
        <w:jc w:val="both"/>
        <w:rPr>
          <w:b/>
          <w:lang w:val="ru-RU"/>
        </w:rPr>
      </w:pPr>
    </w:p>
    <w:p w:rsidR="00304DB1" w:rsidRPr="00BD1852" w:rsidRDefault="00304DB1" w:rsidP="00955AE2">
      <w:pPr>
        <w:jc w:val="both"/>
        <w:rPr>
          <w:b/>
          <w:lang w:val="ru-RU"/>
        </w:rPr>
      </w:pPr>
      <w:r w:rsidRPr="00BD1852">
        <w:rPr>
          <w:b/>
          <w:lang w:val="ru-RU"/>
        </w:rPr>
        <w:t xml:space="preserve">Часть В: требования стандарта </w:t>
      </w:r>
      <w:r w:rsidRPr="00BD1852">
        <w:rPr>
          <w:b/>
        </w:rPr>
        <w:t>ISO Guide 34</w:t>
      </w:r>
      <w:r w:rsidRPr="00BD1852">
        <w:t xml:space="preserve"> </w:t>
      </w:r>
      <w:r w:rsidRPr="00BD1852">
        <w:rPr>
          <w:b/>
          <w:lang w:val="ru-RU"/>
        </w:rPr>
        <w:t xml:space="preserve">к сертифицированным стандартным </w:t>
      </w:r>
    </w:p>
    <w:p w:rsidR="00304DB1" w:rsidRPr="00BD1852" w:rsidRDefault="00304DB1" w:rsidP="00955AE2">
      <w:pPr>
        <w:rPr>
          <w:lang w:val="ru-RU"/>
        </w:rPr>
      </w:pPr>
      <w:r w:rsidRPr="00BD1852">
        <w:rPr>
          <w:b/>
          <w:lang w:val="ru-RU"/>
        </w:rPr>
        <w:t>образцам (</w:t>
      </w:r>
      <w:r w:rsidRPr="00BD1852">
        <w:rPr>
          <w:sz w:val="22"/>
          <w:szCs w:val="22"/>
        </w:rPr>
        <w:t>CRM</w:t>
      </w:r>
      <w:r w:rsidRPr="00BD1852">
        <w:rPr>
          <w:b/>
          <w:lang w:val="ru-RU"/>
        </w:rPr>
        <w:t xml:space="preserve">) </w:t>
      </w:r>
      <w:r w:rsidRPr="00BD1852">
        <w:rPr>
          <w:lang w:val="ru-RU"/>
        </w:rPr>
        <w:t>(не более 2 страниц + Приложения)</w:t>
      </w:r>
    </w:p>
    <w:p w:rsidR="00304DB1" w:rsidRPr="00BD1852" w:rsidRDefault="00304DB1" w:rsidP="00955AE2">
      <w:pPr>
        <w:ind w:right="803"/>
        <w:jc w:val="both"/>
        <w:rPr>
          <w:sz w:val="22"/>
          <w:szCs w:val="22"/>
          <w:lang w:val="ru-RU"/>
        </w:rPr>
      </w:pPr>
    </w:p>
    <w:p w:rsidR="00304DB1" w:rsidRPr="00BD1852" w:rsidRDefault="00304DB1" w:rsidP="00955AE2">
      <w:pPr>
        <w:jc w:val="both"/>
        <w:rPr>
          <w:b/>
          <w:lang w:val="ru-RU"/>
        </w:rPr>
      </w:pPr>
      <w:r w:rsidRPr="00BD1852">
        <w:rPr>
          <w:lang w:val="ru-RU"/>
        </w:rPr>
        <w:t xml:space="preserve"> </w:t>
      </w:r>
      <w:r w:rsidRPr="00BD1852">
        <w:rPr>
          <w:b/>
          <w:lang w:val="ru-RU"/>
        </w:rPr>
        <w:t>Раздел</w:t>
      </w:r>
      <w:r w:rsidRPr="00BD1852">
        <w:rPr>
          <w:lang w:val="ru-RU"/>
        </w:rPr>
        <w:t xml:space="preserve"> </w:t>
      </w:r>
      <w:r w:rsidRPr="00BD1852">
        <w:rPr>
          <w:b/>
          <w:lang w:val="ru-RU"/>
        </w:rPr>
        <w:t xml:space="preserve">1В – Изменения и дополнения в СМК  и руководстве по качеству </w:t>
      </w:r>
    </w:p>
    <w:p w:rsidR="00304DB1" w:rsidRPr="00BD1852" w:rsidRDefault="00304DB1" w:rsidP="00955AE2">
      <w:pPr>
        <w:jc w:val="both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3263"/>
        <w:gridCol w:w="3085"/>
      </w:tblGrid>
      <w:tr w:rsidR="00304DB1" w:rsidRPr="00BD1852" w:rsidTr="00D75763">
        <w:tc>
          <w:tcPr>
            <w:tcW w:w="3119" w:type="dxa"/>
          </w:tcPr>
          <w:p w:rsidR="00304DB1" w:rsidRPr="00BD1852" w:rsidRDefault="00304DB1" w:rsidP="00D75763">
            <w:pPr>
              <w:ind w:firstLine="540"/>
              <w:jc w:val="both"/>
              <w:rPr>
                <w:b/>
                <w:lang w:val="ru-RU"/>
              </w:rPr>
            </w:pPr>
            <w:r w:rsidRPr="00BD1852">
              <w:rPr>
                <w:b/>
                <w:lang w:val="ru-RU"/>
              </w:rPr>
              <w:t>Название</w:t>
            </w:r>
          </w:p>
        </w:tc>
        <w:tc>
          <w:tcPr>
            <w:tcW w:w="3263" w:type="dxa"/>
          </w:tcPr>
          <w:p w:rsidR="00304DB1" w:rsidRPr="00BD1852" w:rsidRDefault="00304DB1" w:rsidP="00D75763">
            <w:pPr>
              <w:ind w:firstLine="540"/>
              <w:jc w:val="both"/>
              <w:rPr>
                <w:b/>
                <w:lang w:val="ru-RU"/>
              </w:rPr>
            </w:pPr>
            <w:r w:rsidRPr="00BD1852">
              <w:rPr>
                <w:b/>
                <w:lang w:val="ru-RU"/>
              </w:rPr>
              <w:t>Отчетная информация</w:t>
            </w:r>
          </w:p>
        </w:tc>
        <w:tc>
          <w:tcPr>
            <w:tcW w:w="3085" w:type="dxa"/>
          </w:tcPr>
          <w:p w:rsidR="00304DB1" w:rsidRPr="00BD1852" w:rsidRDefault="00304DB1" w:rsidP="00D75763">
            <w:pPr>
              <w:ind w:firstLine="540"/>
              <w:jc w:val="both"/>
              <w:rPr>
                <w:b/>
                <w:lang w:val="ru-RU"/>
              </w:rPr>
            </w:pPr>
            <w:r w:rsidRPr="00BD1852">
              <w:rPr>
                <w:b/>
                <w:lang w:val="ru-RU"/>
              </w:rPr>
              <w:t>Примечание</w:t>
            </w:r>
          </w:p>
        </w:tc>
      </w:tr>
      <w:tr w:rsidR="00304DB1" w:rsidRPr="00BD1852" w:rsidTr="00D75763">
        <w:tc>
          <w:tcPr>
            <w:tcW w:w="3119" w:type="dxa"/>
          </w:tcPr>
          <w:p w:rsidR="00304DB1" w:rsidRPr="00BD1852" w:rsidRDefault="00304DB1" w:rsidP="00D75763">
            <w:r w:rsidRPr="00BD1852">
              <w:t>1.Описание структуры СМК</w:t>
            </w:r>
            <w:r w:rsidRPr="00BD1852">
              <w:rPr>
                <w:b/>
              </w:rPr>
              <w:t xml:space="preserve">, </w:t>
            </w:r>
            <w:r w:rsidRPr="00BD1852">
              <w:t>в том числе позиции руководящего персонала НМИ</w:t>
            </w:r>
          </w:p>
        </w:tc>
        <w:tc>
          <w:tcPr>
            <w:tcW w:w="3263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3085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3119" w:type="dxa"/>
          </w:tcPr>
          <w:p w:rsidR="00304DB1" w:rsidRPr="00BD1852" w:rsidRDefault="00304DB1" w:rsidP="00D75763">
            <w:r w:rsidRPr="00BD1852">
              <w:t xml:space="preserve">2.Система </w:t>
            </w:r>
            <w:r w:rsidRPr="00BD1852">
              <w:rPr>
                <w:lang w:val="ru-RU"/>
              </w:rPr>
              <w:t xml:space="preserve">менеджмента </w:t>
            </w:r>
            <w:r w:rsidRPr="00BD1852">
              <w:t>качества (управление СМК, процессы и технические требования к</w:t>
            </w:r>
            <w:r w:rsidRPr="00BD1852">
              <w:rPr>
                <w:lang w:val="ru-RU"/>
              </w:rPr>
              <w:t xml:space="preserve"> </w:t>
            </w:r>
            <w:r w:rsidRPr="00BD1852">
              <w:rPr>
                <w:sz w:val="22"/>
                <w:szCs w:val="22"/>
              </w:rPr>
              <w:t>CRM</w:t>
            </w:r>
            <w:r w:rsidRPr="00BD1852">
              <w:t xml:space="preserve">) </w:t>
            </w:r>
          </w:p>
        </w:tc>
        <w:tc>
          <w:tcPr>
            <w:tcW w:w="3263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3085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3119" w:type="dxa"/>
          </w:tcPr>
          <w:p w:rsidR="00304DB1" w:rsidRPr="00BD1852" w:rsidRDefault="00304DB1" w:rsidP="00D75763">
            <w:pPr>
              <w:jc w:val="both"/>
            </w:pPr>
            <w:r w:rsidRPr="00BD1852">
              <w:t>3.</w:t>
            </w:r>
            <w:r w:rsidRPr="00BD1852">
              <w:rPr>
                <w:rFonts w:ascii="Arial" w:hAnsi="Arial" w:cs="Arial"/>
                <w:sz w:val="22"/>
                <w:szCs w:val="22"/>
                <w:lang w:val="en-US"/>
              </w:rPr>
              <w:t xml:space="preserve"> CMCs</w:t>
            </w:r>
          </w:p>
        </w:tc>
        <w:tc>
          <w:tcPr>
            <w:tcW w:w="3263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3085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3119" w:type="dxa"/>
          </w:tcPr>
          <w:p w:rsidR="00304DB1" w:rsidRPr="00BD1852" w:rsidRDefault="00304DB1" w:rsidP="00D75763">
            <w:pPr>
              <w:jc w:val="both"/>
            </w:pPr>
            <w:r w:rsidRPr="00BD1852">
              <w:t xml:space="preserve">4. Сличения </w:t>
            </w:r>
          </w:p>
        </w:tc>
        <w:tc>
          <w:tcPr>
            <w:tcW w:w="3263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3085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311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  <w:r w:rsidRPr="00BD1852">
              <w:t>5.Сертификаты</w:t>
            </w:r>
            <w:r w:rsidRPr="00BD1852">
              <w:rPr>
                <w:sz w:val="22"/>
                <w:szCs w:val="22"/>
              </w:rPr>
              <w:t xml:space="preserve"> </w:t>
            </w:r>
            <w:r w:rsidRPr="00BD1852">
              <w:rPr>
                <w:sz w:val="22"/>
                <w:szCs w:val="22"/>
                <w:lang w:val="ru-RU"/>
              </w:rPr>
              <w:t>(</w:t>
            </w:r>
            <w:r w:rsidRPr="00BD1852">
              <w:rPr>
                <w:sz w:val="22"/>
                <w:szCs w:val="22"/>
              </w:rPr>
              <w:t>CRM</w:t>
            </w:r>
            <w:r w:rsidRPr="00BD1852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3263" w:type="dxa"/>
          </w:tcPr>
          <w:p w:rsidR="00304DB1" w:rsidRPr="00BD1852" w:rsidRDefault="00304DB1" w:rsidP="00D75763">
            <w:pPr>
              <w:rPr>
                <w:lang w:val="ru-RU"/>
              </w:rPr>
            </w:pPr>
          </w:p>
        </w:tc>
        <w:tc>
          <w:tcPr>
            <w:tcW w:w="3085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</w:tbl>
    <w:p w:rsidR="00304DB1" w:rsidRPr="00BD1852" w:rsidRDefault="00304DB1" w:rsidP="00955AE2"/>
    <w:p w:rsidR="00304DB1" w:rsidRPr="00BD1852" w:rsidRDefault="00304DB1" w:rsidP="00955AE2">
      <w:pPr>
        <w:jc w:val="both"/>
        <w:rPr>
          <w:b/>
          <w:lang w:val="ru-RU"/>
        </w:rPr>
      </w:pPr>
    </w:p>
    <w:p w:rsidR="00304DB1" w:rsidRPr="00BD1852" w:rsidRDefault="00304DB1" w:rsidP="00955AE2">
      <w:pPr>
        <w:jc w:val="both"/>
        <w:rPr>
          <w:b/>
          <w:lang w:val="ru-RU"/>
        </w:rPr>
      </w:pPr>
    </w:p>
    <w:p w:rsidR="00304DB1" w:rsidRPr="00BD1852" w:rsidRDefault="00304DB1" w:rsidP="00955AE2">
      <w:pPr>
        <w:jc w:val="both"/>
        <w:rPr>
          <w:b/>
          <w:lang w:val="ru-RU"/>
        </w:rPr>
      </w:pPr>
    </w:p>
    <w:p w:rsidR="00304DB1" w:rsidRPr="00BD1852" w:rsidRDefault="00304DB1" w:rsidP="00955AE2">
      <w:pPr>
        <w:jc w:val="both"/>
        <w:rPr>
          <w:b/>
          <w:lang w:val="ru-RU"/>
        </w:rPr>
      </w:pPr>
    </w:p>
    <w:p w:rsidR="00304DB1" w:rsidRPr="00BD1852" w:rsidRDefault="00304DB1" w:rsidP="00955AE2">
      <w:pPr>
        <w:jc w:val="both"/>
        <w:rPr>
          <w:b/>
          <w:lang w:val="ru-RU"/>
        </w:rPr>
      </w:pPr>
      <w:r w:rsidRPr="00BD1852">
        <w:rPr>
          <w:b/>
          <w:lang w:val="ru-RU"/>
        </w:rPr>
        <w:t>Раздел 2В – Управление СМК</w:t>
      </w:r>
    </w:p>
    <w:p w:rsidR="00304DB1" w:rsidRPr="00BD1852" w:rsidRDefault="00304DB1" w:rsidP="00955AE2">
      <w:pPr>
        <w:jc w:val="both"/>
        <w:rPr>
          <w:b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309"/>
        <w:gridCol w:w="3119"/>
      </w:tblGrid>
      <w:tr w:rsidR="00304DB1" w:rsidRPr="00BD1852" w:rsidTr="00D75763">
        <w:tc>
          <w:tcPr>
            <w:tcW w:w="3070" w:type="dxa"/>
          </w:tcPr>
          <w:p w:rsidR="00304DB1" w:rsidRPr="00BD1852" w:rsidRDefault="00304DB1" w:rsidP="00D75763">
            <w:pPr>
              <w:jc w:val="center"/>
              <w:rPr>
                <w:b/>
                <w:lang w:val="ru-RU"/>
              </w:rPr>
            </w:pPr>
            <w:r w:rsidRPr="00BD1852">
              <w:rPr>
                <w:b/>
                <w:lang w:val="ru-RU"/>
              </w:rPr>
              <w:t>Название</w:t>
            </w:r>
          </w:p>
        </w:tc>
        <w:tc>
          <w:tcPr>
            <w:tcW w:w="3309" w:type="dxa"/>
          </w:tcPr>
          <w:p w:rsidR="00304DB1" w:rsidRPr="00BD1852" w:rsidRDefault="00304DB1" w:rsidP="00D75763">
            <w:pPr>
              <w:jc w:val="center"/>
              <w:rPr>
                <w:b/>
                <w:lang w:val="ru-RU"/>
              </w:rPr>
            </w:pPr>
            <w:r w:rsidRPr="00BD1852">
              <w:rPr>
                <w:b/>
                <w:lang w:val="ru-RU"/>
              </w:rPr>
              <w:t>Отчетная информация</w:t>
            </w:r>
          </w:p>
        </w:tc>
        <w:tc>
          <w:tcPr>
            <w:tcW w:w="3119" w:type="dxa"/>
          </w:tcPr>
          <w:p w:rsidR="00304DB1" w:rsidRPr="00BD1852" w:rsidRDefault="00304DB1" w:rsidP="00D75763">
            <w:pPr>
              <w:jc w:val="center"/>
              <w:rPr>
                <w:b/>
                <w:lang w:val="ru-RU"/>
              </w:rPr>
            </w:pPr>
            <w:r w:rsidRPr="00BD1852">
              <w:rPr>
                <w:b/>
                <w:lang w:val="ru-RU"/>
              </w:rPr>
              <w:t>Примечание</w:t>
            </w:r>
          </w:p>
        </w:tc>
      </w:tr>
      <w:tr w:rsidR="00304DB1" w:rsidRPr="00BD1852" w:rsidTr="00D75763">
        <w:tc>
          <w:tcPr>
            <w:tcW w:w="3070" w:type="dxa"/>
          </w:tcPr>
          <w:p w:rsidR="00304DB1" w:rsidRPr="00BD1852" w:rsidRDefault="00304DB1" w:rsidP="00D75763">
            <w:pPr>
              <w:tabs>
                <w:tab w:val="left" w:pos="6300"/>
              </w:tabs>
            </w:pPr>
            <w:r w:rsidRPr="00BD1852">
              <w:rPr>
                <w:lang w:val="ru-RU"/>
              </w:rPr>
              <w:t xml:space="preserve">1. </w:t>
            </w:r>
            <w:r w:rsidRPr="00BD1852">
              <w:t xml:space="preserve">Претензии клиента </w:t>
            </w:r>
          </w:p>
          <w:p w:rsidR="00304DB1" w:rsidRPr="00BD1852" w:rsidRDefault="00304DB1" w:rsidP="00D75763">
            <w:pPr>
              <w:tabs>
                <w:tab w:val="left" w:pos="6300"/>
              </w:tabs>
            </w:pPr>
          </w:p>
        </w:tc>
        <w:tc>
          <w:tcPr>
            <w:tcW w:w="3309" w:type="dxa"/>
          </w:tcPr>
          <w:p w:rsidR="00304DB1" w:rsidRPr="00BD1852" w:rsidRDefault="00304DB1" w:rsidP="00D75763">
            <w:pPr>
              <w:jc w:val="both"/>
            </w:pPr>
          </w:p>
        </w:tc>
        <w:tc>
          <w:tcPr>
            <w:tcW w:w="311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3070" w:type="dxa"/>
          </w:tcPr>
          <w:p w:rsidR="00304DB1" w:rsidRPr="00BD1852" w:rsidRDefault="00304DB1" w:rsidP="00D75763">
            <w:pPr>
              <w:tabs>
                <w:tab w:val="left" w:pos="6300"/>
              </w:tabs>
            </w:pPr>
            <w:r w:rsidRPr="00BD1852">
              <w:rPr>
                <w:lang w:val="ru-RU"/>
              </w:rPr>
              <w:t xml:space="preserve">2. </w:t>
            </w:r>
            <w:r w:rsidRPr="00BD1852">
              <w:t xml:space="preserve">Внутренние проверки </w:t>
            </w:r>
          </w:p>
        </w:tc>
        <w:tc>
          <w:tcPr>
            <w:tcW w:w="330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3119" w:type="dxa"/>
          </w:tcPr>
          <w:p w:rsidR="00304DB1" w:rsidRPr="00BD1852" w:rsidRDefault="00304DB1" w:rsidP="00D75763">
            <w:pPr>
              <w:jc w:val="both"/>
            </w:pPr>
          </w:p>
        </w:tc>
      </w:tr>
      <w:tr w:rsidR="00304DB1" w:rsidRPr="00BD1852" w:rsidTr="00D75763">
        <w:tc>
          <w:tcPr>
            <w:tcW w:w="3070" w:type="dxa"/>
          </w:tcPr>
          <w:p w:rsidR="00304DB1" w:rsidRPr="00BD1852" w:rsidRDefault="00304DB1" w:rsidP="00D75763">
            <w:pPr>
              <w:tabs>
                <w:tab w:val="left" w:pos="6300"/>
              </w:tabs>
            </w:pPr>
            <w:r w:rsidRPr="00BD1852">
              <w:rPr>
                <w:lang w:val="ru-RU"/>
              </w:rPr>
              <w:t xml:space="preserve">3. </w:t>
            </w:r>
            <w:r w:rsidRPr="00BD1852">
              <w:t>Внешние проверки</w:t>
            </w:r>
          </w:p>
        </w:tc>
        <w:tc>
          <w:tcPr>
            <w:tcW w:w="330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311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3070" w:type="dxa"/>
          </w:tcPr>
          <w:p w:rsidR="00304DB1" w:rsidRPr="00BD1852" w:rsidRDefault="00304DB1" w:rsidP="00D75763">
            <w:pPr>
              <w:tabs>
                <w:tab w:val="left" w:pos="6300"/>
              </w:tabs>
            </w:pPr>
            <w:r w:rsidRPr="00BD1852">
              <w:rPr>
                <w:lang w:val="ru-RU"/>
              </w:rPr>
              <w:t xml:space="preserve">4. </w:t>
            </w:r>
            <w:r w:rsidRPr="00BD1852">
              <w:t xml:space="preserve">Несоответствия </w:t>
            </w:r>
          </w:p>
        </w:tc>
        <w:tc>
          <w:tcPr>
            <w:tcW w:w="330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311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3070" w:type="dxa"/>
          </w:tcPr>
          <w:p w:rsidR="00304DB1" w:rsidRPr="00BD1852" w:rsidRDefault="00304DB1" w:rsidP="00D75763">
            <w:pPr>
              <w:tabs>
                <w:tab w:val="left" w:pos="6300"/>
              </w:tabs>
            </w:pPr>
            <w:r w:rsidRPr="00BD1852">
              <w:rPr>
                <w:lang w:val="ru-RU"/>
              </w:rPr>
              <w:t xml:space="preserve">5. </w:t>
            </w:r>
            <w:r w:rsidRPr="00BD1852">
              <w:t>Результаты корректирующих действий</w:t>
            </w:r>
          </w:p>
        </w:tc>
        <w:tc>
          <w:tcPr>
            <w:tcW w:w="330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311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  <w:tr w:rsidR="00304DB1" w:rsidRPr="00BD1852" w:rsidTr="00D75763">
        <w:tc>
          <w:tcPr>
            <w:tcW w:w="3070" w:type="dxa"/>
          </w:tcPr>
          <w:p w:rsidR="00304DB1" w:rsidRPr="00BD1852" w:rsidRDefault="00304DB1" w:rsidP="00D75763">
            <w:pPr>
              <w:tabs>
                <w:tab w:val="left" w:pos="6300"/>
              </w:tabs>
            </w:pPr>
            <w:r w:rsidRPr="00BD1852">
              <w:rPr>
                <w:lang w:val="ru-RU"/>
              </w:rPr>
              <w:t xml:space="preserve">6. </w:t>
            </w:r>
            <w:r w:rsidRPr="00BD1852">
              <w:t>Анализ со стороны руководства</w:t>
            </w:r>
          </w:p>
        </w:tc>
        <w:tc>
          <w:tcPr>
            <w:tcW w:w="330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  <w:tc>
          <w:tcPr>
            <w:tcW w:w="3119" w:type="dxa"/>
          </w:tcPr>
          <w:p w:rsidR="00304DB1" w:rsidRPr="00BD1852" w:rsidRDefault="00304DB1" w:rsidP="00D75763">
            <w:pPr>
              <w:jc w:val="both"/>
              <w:rPr>
                <w:lang w:val="ru-RU"/>
              </w:rPr>
            </w:pPr>
          </w:p>
        </w:tc>
      </w:tr>
    </w:tbl>
    <w:p w:rsidR="00304DB1" w:rsidRPr="00BD1852" w:rsidRDefault="00304DB1" w:rsidP="00955AE2">
      <w:pPr>
        <w:ind w:right="803"/>
        <w:jc w:val="both"/>
        <w:rPr>
          <w:b/>
          <w:lang w:val="ru-RU"/>
        </w:rPr>
      </w:pPr>
    </w:p>
    <w:p w:rsidR="00304DB1" w:rsidRPr="00BD1852" w:rsidRDefault="00304DB1" w:rsidP="00955AE2">
      <w:pPr>
        <w:spacing w:after="120" w:line="240" w:lineRule="atLeast"/>
        <w:rPr>
          <w:sz w:val="22"/>
          <w:szCs w:val="22"/>
          <w:lang w:val="ru-RU"/>
        </w:rPr>
      </w:pPr>
    </w:p>
    <w:p w:rsidR="00304DB1" w:rsidRPr="00BD1852" w:rsidRDefault="00304DB1" w:rsidP="00955AE2">
      <w:pPr>
        <w:ind w:right="803"/>
        <w:jc w:val="both"/>
        <w:rPr>
          <w:b/>
          <w:lang w:val="ru-RU"/>
        </w:rPr>
      </w:pPr>
      <w:r w:rsidRPr="00BD1852">
        <w:rPr>
          <w:b/>
          <w:lang w:val="ru-RU"/>
        </w:rPr>
        <w:t>Раздел 3В – Основные проблемы, связанные с разработкой и изготовлением стандартных образцов, возникшие в течение года и/или основные улучшения:</w:t>
      </w:r>
    </w:p>
    <w:p w:rsidR="00304DB1" w:rsidRPr="00BD1852" w:rsidRDefault="00304DB1" w:rsidP="00955AE2">
      <w:pPr>
        <w:jc w:val="both"/>
        <w:rPr>
          <w:b/>
          <w:lang w:val="ru-RU"/>
        </w:rPr>
      </w:pPr>
    </w:p>
    <w:p w:rsidR="00304DB1" w:rsidRPr="00BD1852" w:rsidRDefault="00304DB1" w:rsidP="00955AE2">
      <w:pPr>
        <w:jc w:val="both"/>
        <w:rPr>
          <w:b/>
        </w:rPr>
      </w:pPr>
      <w:r w:rsidRPr="00BD1852">
        <w:rPr>
          <w:b/>
          <w:lang w:val="ru-RU"/>
        </w:rPr>
        <w:t>Раздел</w:t>
      </w:r>
      <w:r w:rsidRPr="00955AE2">
        <w:rPr>
          <w:b/>
          <w:lang w:val="ru-RU"/>
        </w:rPr>
        <w:t xml:space="preserve"> 4</w:t>
      </w:r>
      <w:r w:rsidRPr="00BD1852">
        <w:rPr>
          <w:b/>
        </w:rPr>
        <w:t xml:space="preserve"> – </w:t>
      </w:r>
      <w:r w:rsidRPr="00BD1852">
        <w:t>Декларация</w:t>
      </w:r>
    </w:p>
    <w:p w:rsidR="00304DB1" w:rsidRPr="00955AE2" w:rsidRDefault="00304DB1" w:rsidP="00955AE2">
      <w:pPr>
        <w:spacing w:line="360" w:lineRule="auto"/>
        <w:rPr>
          <w:b/>
          <w:lang w:val="ru-RU"/>
        </w:rPr>
      </w:pPr>
    </w:p>
    <w:p w:rsidR="00304DB1" w:rsidRPr="00BD1852" w:rsidRDefault="00304DB1" w:rsidP="00955AE2">
      <w:pPr>
        <w:spacing w:line="360" w:lineRule="auto"/>
        <w:rPr>
          <w:b/>
        </w:rPr>
      </w:pPr>
      <w:r w:rsidRPr="00BD1852">
        <w:rPr>
          <w:b/>
        </w:rPr>
        <w:t xml:space="preserve">Приложения: </w:t>
      </w:r>
    </w:p>
    <w:p w:rsidR="00304DB1" w:rsidRPr="00BD1852" w:rsidRDefault="00304DB1" w:rsidP="00955AE2">
      <w:pPr>
        <w:jc w:val="both"/>
        <w:rPr>
          <w:lang w:val="ru-RU"/>
        </w:rPr>
      </w:pPr>
    </w:p>
    <w:p w:rsidR="00304DB1" w:rsidRPr="00BD1852" w:rsidRDefault="00304DB1" w:rsidP="00955AE2">
      <w:pPr>
        <w:jc w:val="both"/>
        <w:rPr>
          <w:lang w:val="ru-RU"/>
        </w:rPr>
      </w:pPr>
      <w:r w:rsidRPr="00BD1852">
        <w:rPr>
          <w:lang w:val="ru-RU"/>
        </w:rPr>
        <w:t>Подпись ответственного лица:</w:t>
      </w:r>
      <w:r w:rsidRPr="00BD1852">
        <w:rPr>
          <w:lang w:val="ru-RU"/>
        </w:rPr>
        <w:tab/>
      </w:r>
      <w:r w:rsidRPr="00BD1852">
        <w:rPr>
          <w:lang w:val="ru-RU"/>
        </w:rPr>
        <w:tab/>
      </w:r>
      <w:r w:rsidRPr="00BD1852">
        <w:rPr>
          <w:lang w:val="ru-RU"/>
        </w:rPr>
        <w:tab/>
      </w:r>
      <w:r w:rsidRPr="00BD1852">
        <w:rPr>
          <w:lang w:val="ru-RU"/>
        </w:rPr>
        <w:tab/>
      </w:r>
      <w:r w:rsidRPr="00BD1852">
        <w:rPr>
          <w:lang w:val="ru-RU"/>
        </w:rPr>
        <w:tab/>
        <w:t>Дата:</w:t>
      </w:r>
    </w:p>
    <w:p w:rsidR="00304DB1" w:rsidRPr="00BD1852" w:rsidRDefault="00304DB1" w:rsidP="00955AE2">
      <w:pPr>
        <w:jc w:val="both"/>
        <w:rPr>
          <w:b/>
          <w:lang w:val="ru-RU"/>
        </w:rPr>
      </w:pPr>
    </w:p>
    <w:p w:rsidR="00304DB1" w:rsidRPr="00BD1852" w:rsidRDefault="00304DB1" w:rsidP="00955AE2">
      <w:pPr>
        <w:jc w:val="both"/>
        <w:rPr>
          <w:sz w:val="22"/>
          <w:szCs w:val="22"/>
          <w:lang w:val="ru-RU"/>
        </w:rPr>
      </w:pPr>
      <w:r w:rsidRPr="00BD1852">
        <w:rPr>
          <w:sz w:val="22"/>
          <w:szCs w:val="22"/>
          <w:lang w:val="ru-RU"/>
        </w:rPr>
        <w:t xml:space="preserve">Контактное лицо (имя, фамилия, телефон, </w:t>
      </w:r>
      <w:r w:rsidRPr="00BD1852">
        <w:rPr>
          <w:sz w:val="22"/>
          <w:szCs w:val="22"/>
        </w:rPr>
        <w:t>e-mail</w:t>
      </w:r>
      <w:r w:rsidRPr="00BD1852">
        <w:rPr>
          <w:sz w:val="22"/>
          <w:szCs w:val="22"/>
          <w:lang w:val="ru-RU"/>
        </w:rPr>
        <w:t>)</w:t>
      </w:r>
    </w:p>
    <w:p w:rsidR="00304DB1" w:rsidRPr="00BD1852" w:rsidRDefault="00304DB1" w:rsidP="00955AE2">
      <w:pPr>
        <w:rPr>
          <w:lang w:val="ru-RU"/>
        </w:rPr>
      </w:pPr>
    </w:p>
    <w:p w:rsidR="00304DB1" w:rsidRPr="00955AE2" w:rsidRDefault="00304DB1" w:rsidP="00955AE2">
      <w:pPr>
        <w:rPr>
          <w:szCs w:val="22"/>
          <w:lang w:val="ru-RU"/>
        </w:rPr>
      </w:pPr>
    </w:p>
    <w:sectPr w:rsidR="00304DB1" w:rsidRPr="00955AE2" w:rsidSect="00CB05C1">
      <w:headerReference w:type="default" r:id="rId8"/>
      <w:footerReference w:type="even" r:id="rId9"/>
      <w:footerReference w:type="default" r:id="rId10"/>
      <w:pgSz w:w="11906" w:h="16838"/>
      <w:pgMar w:top="488" w:right="851" w:bottom="851" w:left="1418" w:header="181" w:footer="2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DB1" w:rsidRDefault="00304DB1">
      <w:r>
        <w:separator/>
      </w:r>
    </w:p>
  </w:endnote>
  <w:endnote w:type="continuationSeparator" w:id="0">
    <w:p w:rsidR="00304DB1" w:rsidRDefault="00304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B1" w:rsidRDefault="00304DB1" w:rsidP="002329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4DB1" w:rsidRDefault="00304D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B1" w:rsidRPr="00B03624" w:rsidRDefault="00304DB1" w:rsidP="00232934">
    <w:pPr>
      <w:pStyle w:val="Footer"/>
      <w:rPr>
        <w:lang w:val="ru-RU"/>
      </w:rPr>
    </w:pPr>
    <w:r w:rsidRPr="00984D98">
      <w:rPr>
        <w:lang w:val="ru-RU"/>
      </w:rPr>
      <w:tab/>
    </w:r>
    <w:r>
      <w:rPr>
        <w:lang w:val="ru-RU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DB1" w:rsidRDefault="00304DB1">
      <w:r>
        <w:separator/>
      </w:r>
    </w:p>
  </w:footnote>
  <w:footnote w:type="continuationSeparator" w:id="0">
    <w:p w:rsidR="00304DB1" w:rsidRDefault="00304D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B1" w:rsidRPr="00DA10D2" w:rsidRDefault="00304DB1" w:rsidP="00232934">
    <w:pPr>
      <w:pStyle w:val="Header"/>
      <w:jc w:val="right"/>
      <w:rPr>
        <w:szCs w:val="20"/>
      </w:rPr>
    </w:pPr>
    <w:r w:rsidRPr="00F64D6D">
      <w:rPr>
        <w:sz w:val="20"/>
      </w:rPr>
      <w:t>QSF-doc_003</w:t>
    </w:r>
    <w:r>
      <w:rPr>
        <w:sz w:val="20"/>
      </w:rPr>
      <w:t>r_anx10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52B0"/>
    <w:multiLevelType w:val="hybridMultilevel"/>
    <w:tmpl w:val="DB1EB4A0"/>
    <w:lvl w:ilvl="0" w:tplc="F24014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665C2E87"/>
    <w:multiLevelType w:val="multilevel"/>
    <w:tmpl w:val="0419001D"/>
    <w:styleLink w:val="1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934"/>
    <w:rsid w:val="000324B8"/>
    <w:rsid w:val="00037581"/>
    <w:rsid w:val="00037782"/>
    <w:rsid w:val="000447CA"/>
    <w:rsid w:val="00064A39"/>
    <w:rsid w:val="00075864"/>
    <w:rsid w:val="0009156E"/>
    <w:rsid w:val="000A6D3A"/>
    <w:rsid w:val="000B39C8"/>
    <w:rsid w:val="000B5B22"/>
    <w:rsid w:val="000D4142"/>
    <w:rsid w:val="0010358A"/>
    <w:rsid w:val="001452A3"/>
    <w:rsid w:val="001A0A02"/>
    <w:rsid w:val="001F7455"/>
    <w:rsid w:val="001F7662"/>
    <w:rsid w:val="0021716A"/>
    <w:rsid w:val="0022705F"/>
    <w:rsid w:val="00232934"/>
    <w:rsid w:val="00235AAC"/>
    <w:rsid w:val="00237B96"/>
    <w:rsid w:val="00241C63"/>
    <w:rsid w:val="00281D5E"/>
    <w:rsid w:val="0028366A"/>
    <w:rsid w:val="00285418"/>
    <w:rsid w:val="00304DB1"/>
    <w:rsid w:val="00315A27"/>
    <w:rsid w:val="00331666"/>
    <w:rsid w:val="00354E22"/>
    <w:rsid w:val="0036541D"/>
    <w:rsid w:val="00384F46"/>
    <w:rsid w:val="00397A94"/>
    <w:rsid w:val="003A32B2"/>
    <w:rsid w:val="003A3B12"/>
    <w:rsid w:val="003B5A74"/>
    <w:rsid w:val="003E5665"/>
    <w:rsid w:val="003E7DD3"/>
    <w:rsid w:val="003F606C"/>
    <w:rsid w:val="004201D4"/>
    <w:rsid w:val="0042639F"/>
    <w:rsid w:val="004A62C8"/>
    <w:rsid w:val="004B315D"/>
    <w:rsid w:val="004C04C7"/>
    <w:rsid w:val="004D2EB5"/>
    <w:rsid w:val="004E4936"/>
    <w:rsid w:val="004F6546"/>
    <w:rsid w:val="00515F2A"/>
    <w:rsid w:val="00526301"/>
    <w:rsid w:val="00557298"/>
    <w:rsid w:val="005623E7"/>
    <w:rsid w:val="005A715B"/>
    <w:rsid w:val="005B2F15"/>
    <w:rsid w:val="005B43C4"/>
    <w:rsid w:val="005C5F8F"/>
    <w:rsid w:val="005F6740"/>
    <w:rsid w:val="0062755B"/>
    <w:rsid w:val="00631507"/>
    <w:rsid w:val="00637C25"/>
    <w:rsid w:val="00661F2A"/>
    <w:rsid w:val="00691FEB"/>
    <w:rsid w:val="006B2DDC"/>
    <w:rsid w:val="007175E9"/>
    <w:rsid w:val="007207D9"/>
    <w:rsid w:val="00724829"/>
    <w:rsid w:val="00730EFA"/>
    <w:rsid w:val="00753BB3"/>
    <w:rsid w:val="007549AC"/>
    <w:rsid w:val="007611FF"/>
    <w:rsid w:val="007951BD"/>
    <w:rsid w:val="007A261D"/>
    <w:rsid w:val="007B1F75"/>
    <w:rsid w:val="007D125D"/>
    <w:rsid w:val="008049AB"/>
    <w:rsid w:val="00812C1F"/>
    <w:rsid w:val="008606AB"/>
    <w:rsid w:val="008723D0"/>
    <w:rsid w:val="00883F57"/>
    <w:rsid w:val="008B138A"/>
    <w:rsid w:val="008B1C51"/>
    <w:rsid w:val="008B20BC"/>
    <w:rsid w:val="008B68A9"/>
    <w:rsid w:val="008C79AF"/>
    <w:rsid w:val="008C7F62"/>
    <w:rsid w:val="008D4A0C"/>
    <w:rsid w:val="00903F1A"/>
    <w:rsid w:val="009134A5"/>
    <w:rsid w:val="00946410"/>
    <w:rsid w:val="00950CCE"/>
    <w:rsid w:val="00955AE2"/>
    <w:rsid w:val="00984D98"/>
    <w:rsid w:val="00993C3A"/>
    <w:rsid w:val="009B7777"/>
    <w:rsid w:val="009D28C9"/>
    <w:rsid w:val="009D47F8"/>
    <w:rsid w:val="009D6EDA"/>
    <w:rsid w:val="00A01035"/>
    <w:rsid w:val="00A0106F"/>
    <w:rsid w:val="00A21F61"/>
    <w:rsid w:val="00A40A47"/>
    <w:rsid w:val="00A4193E"/>
    <w:rsid w:val="00A52A6E"/>
    <w:rsid w:val="00A67964"/>
    <w:rsid w:val="00A731CF"/>
    <w:rsid w:val="00A86D99"/>
    <w:rsid w:val="00A90DB7"/>
    <w:rsid w:val="00AA19AA"/>
    <w:rsid w:val="00AE44CA"/>
    <w:rsid w:val="00AE5290"/>
    <w:rsid w:val="00B01D07"/>
    <w:rsid w:val="00B03471"/>
    <w:rsid w:val="00B03624"/>
    <w:rsid w:val="00B25B72"/>
    <w:rsid w:val="00B33926"/>
    <w:rsid w:val="00B41B97"/>
    <w:rsid w:val="00B42BB8"/>
    <w:rsid w:val="00B4345E"/>
    <w:rsid w:val="00B46520"/>
    <w:rsid w:val="00B52B65"/>
    <w:rsid w:val="00B57A7E"/>
    <w:rsid w:val="00B66A09"/>
    <w:rsid w:val="00B874E7"/>
    <w:rsid w:val="00BC5912"/>
    <w:rsid w:val="00BD1852"/>
    <w:rsid w:val="00BD4520"/>
    <w:rsid w:val="00BE2218"/>
    <w:rsid w:val="00C00940"/>
    <w:rsid w:val="00C12EDA"/>
    <w:rsid w:val="00C32F4E"/>
    <w:rsid w:val="00C37CB3"/>
    <w:rsid w:val="00C576F8"/>
    <w:rsid w:val="00C71156"/>
    <w:rsid w:val="00CA3B5D"/>
    <w:rsid w:val="00CB05C1"/>
    <w:rsid w:val="00CB0E4E"/>
    <w:rsid w:val="00CB6CB8"/>
    <w:rsid w:val="00CB72A2"/>
    <w:rsid w:val="00CF5691"/>
    <w:rsid w:val="00D1606B"/>
    <w:rsid w:val="00D63FDB"/>
    <w:rsid w:val="00D75763"/>
    <w:rsid w:val="00DA10D2"/>
    <w:rsid w:val="00DD3FBB"/>
    <w:rsid w:val="00DE109C"/>
    <w:rsid w:val="00DF0A32"/>
    <w:rsid w:val="00DF7390"/>
    <w:rsid w:val="00E13B1A"/>
    <w:rsid w:val="00E212E7"/>
    <w:rsid w:val="00E24160"/>
    <w:rsid w:val="00E9033E"/>
    <w:rsid w:val="00EF3B13"/>
    <w:rsid w:val="00EF702F"/>
    <w:rsid w:val="00F06F98"/>
    <w:rsid w:val="00F448D4"/>
    <w:rsid w:val="00F50F83"/>
    <w:rsid w:val="00F5237F"/>
    <w:rsid w:val="00F529B6"/>
    <w:rsid w:val="00F54424"/>
    <w:rsid w:val="00F64D6D"/>
    <w:rsid w:val="00FA0E5D"/>
    <w:rsid w:val="00FC2D94"/>
    <w:rsid w:val="00FE3384"/>
    <w:rsid w:val="00FF367C"/>
    <w:rsid w:val="00FF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3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1D5E"/>
    <w:pPr>
      <w:keepNext/>
      <w:jc w:val="both"/>
      <w:outlineLvl w:val="0"/>
    </w:pPr>
    <w:rPr>
      <w:b/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3F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83F57"/>
    <w:pPr>
      <w:keepNext/>
      <w:spacing w:before="40" w:after="40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1F2A"/>
    <w:rPr>
      <w:rFonts w:ascii="Cambria" w:hAnsi="Cambria" w:cs="Times New Roman"/>
      <w:b/>
      <w:bCs/>
      <w:kern w:val="32"/>
      <w:sz w:val="32"/>
      <w:szCs w:val="32"/>
      <w:lang w:val="sk-SK" w:eastAsia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61F2A"/>
    <w:rPr>
      <w:rFonts w:ascii="Cambria" w:hAnsi="Cambria" w:cs="Times New Roman"/>
      <w:b/>
      <w:bCs/>
      <w:i/>
      <w:iCs/>
      <w:sz w:val="28"/>
      <w:szCs w:val="28"/>
      <w:lang w:val="sk-SK" w:eastAsia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61F2A"/>
    <w:rPr>
      <w:rFonts w:ascii="Cambria" w:hAnsi="Cambria" w:cs="Times New Roman"/>
      <w:b/>
      <w:bCs/>
      <w:sz w:val="26"/>
      <w:szCs w:val="26"/>
      <w:lang w:val="sk-SK" w:eastAsia="sk-SK"/>
    </w:rPr>
  </w:style>
  <w:style w:type="paragraph" w:styleId="Header">
    <w:name w:val="header"/>
    <w:basedOn w:val="Normal"/>
    <w:link w:val="HeaderChar"/>
    <w:uiPriority w:val="99"/>
    <w:rsid w:val="002329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1F2A"/>
    <w:rPr>
      <w:rFonts w:cs="Times New Roman"/>
      <w:sz w:val="24"/>
      <w:szCs w:val="24"/>
      <w:lang w:val="sk-SK" w:eastAsia="sk-SK"/>
    </w:rPr>
  </w:style>
  <w:style w:type="paragraph" w:styleId="Footer">
    <w:name w:val="footer"/>
    <w:basedOn w:val="Normal"/>
    <w:link w:val="FooterChar"/>
    <w:uiPriority w:val="99"/>
    <w:rsid w:val="0023293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1F2A"/>
    <w:rPr>
      <w:rFonts w:cs="Times New Roman"/>
      <w:sz w:val="24"/>
      <w:szCs w:val="24"/>
      <w:lang w:val="sk-SK" w:eastAsia="sk-SK"/>
    </w:rPr>
  </w:style>
  <w:style w:type="table" w:styleId="TableGrid">
    <w:name w:val="Table Grid"/>
    <w:basedOn w:val="TableNormal"/>
    <w:uiPriority w:val="99"/>
    <w:rsid w:val="002329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23293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32934"/>
    <w:rPr>
      <w:rFonts w:ascii="Tahoma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1F2A"/>
    <w:rPr>
      <w:rFonts w:cs="Times New Roman"/>
      <w:sz w:val="2"/>
      <w:lang w:val="sk-SK" w:eastAsia="sk-SK"/>
    </w:rPr>
  </w:style>
  <w:style w:type="paragraph" w:styleId="BodyText">
    <w:name w:val="Body Text"/>
    <w:basedOn w:val="Normal"/>
    <w:link w:val="BodyTextChar"/>
    <w:uiPriority w:val="99"/>
    <w:rsid w:val="00883F57"/>
    <w:pPr>
      <w:tabs>
        <w:tab w:val="num" w:pos="360"/>
      </w:tabs>
      <w:jc w:val="both"/>
    </w:pPr>
    <w:rPr>
      <w:rFonts w:ascii="Wingdings (L$)" w:hAnsi="Wingdings (L$)"/>
      <w:kern w:val="24"/>
      <w:sz w:val="22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1F2A"/>
    <w:rPr>
      <w:rFonts w:cs="Times New Roman"/>
      <w:sz w:val="24"/>
      <w:szCs w:val="24"/>
      <w:lang w:val="sk-SK" w:eastAsia="sk-SK"/>
    </w:rPr>
  </w:style>
  <w:style w:type="paragraph" w:customStyle="1" w:styleId="Default">
    <w:name w:val="Default"/>
    <w:uiPriority w:val="99"/>
    <w:rsid w:val="002270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09156E"/>
    <w:pPr>
      <w:ind w:left="720"/>
      <w:contextualSpacing/>
    </w:pPr>
  </w:style>
  <w:style w:type="numbering" w:customStyle="1" w:styleId="1">
    <w:name w:val="Стиль1"/>
    <w:rsid w:val="00202761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463</Words>
  <Characters>2643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Astafyeva</dc:creator>
  <cp:keywords/>
  <dc:description/>
  <cp:lastModifiedBy>Sitárová</cp:lastModifiedBy>
  <cp:revision>3</cp:revision>
  <cp:lastPrinted>2013-03-15T05:30:00Z</cp:lastPrinted>
  <dcterms:created xsi:type="dcterms:W3CDTF">2013-05-30T14:43:00Z</dcterms:created>
  <dcterms:modified xsi:type="dcterms:W3CDTF">2013-05-30T14:43:00Z</dcterms:modified>
</cp:coreProperties>
</file>